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66D6C1" w14:textId="5DC4203B" w:rsidR="006A398B" w:rsidRDefault="006A398B" w:rsidP="006A398B">
      <w:pPr>
        <w:suppressAutoHyphens w:val="0"/>
        <w:spacing w:after="160" w:line="259" w:lineRule="auto"/>
        <w:rPr>
          <w:rFonts w:ascii="Silka" w:hAnsi="Silka" w:cs="Sana"/>
          <w:b/>
          <w:bCs/>
          <w:sz w:val="32"/>
          <w:szCs w:val="32"/>
          <w:lang w:val="de-DE"/>
        </w:rPr>
      </w:pPr>
      <w:r>
        <w:rPr>
          <w:rFonts w:ascii="Silka" w:eastAsia="Calibri" w:hAnsi="Silka" w:cs="Times New Roman"/>
          <w:b/>
          <w:kern w:val="0"/>
          <w:sz w:val="22"/>
          <w:szCs w:val="22"/>
          <w:lang w:val="de-DE" w:eastAsia="en-US" w:bidi="ar-SA"/>
        </w:rPr>
        <w:t>Informationsmaterial</w:t>
      </w:r>
      <w:r>
        <w:rPr>
          <w:rFonts w:ascii="Silka" w:hAnsi="Silka" w:cs="Sana"/>
          <w:b/>
          <w:bCs/>
          <w:sz w:val="32"/>
          <w:szCs w:val="32"/>
          <w:lang w:val="de-DE"/>
        </w:rPr>
        <w:br/>
      </w:r>
      <w:r w:rsidR="009151A2">
        <w:rPr>
          <w:rFonts w:ascii="Silka" w:hAnsi="Silka" w:cs="Sana"/>
          <w:b/>
          <w:bCs/>
          <w:sz w:val="32"/>
          <w:szCs w:val="32"/>
          <w:lang w:val="de-DE"/>
        </w:rPr>
        <w:t>ZOOM!</w:t>
      </w:r>
      <w:r w:rsidRPr="003E74D8">
        <w:rPr>
          <w:rFonts w:ascii="Silka" w:hAnsi="Silka" w:cs="Sana"/>
          <w:b/>
          <w:bCs/>
          <w:sz w:val="32"/>
          <w:szCs w:val="32"/>
          <w:lang w:val="de-DE"/>
        </w:rPr>
        <w:t xml:space="preserve"> </w:t>
      </w:r>
      <w:r w:rsidR="009151A2">
        <w:rPr>
          <w:rFonts w:ascii="Silka" w:hAnsi="Silka" w:cs="Sana"/>
          <w:b/>
          <w:bCs/>
          <w:sz w:val="32"/>
          <w:szCs w:val="32"/>
          <w:lang w:val="de-DE"/>
        </w:rPr>
        <w:t>– Eine Komödie in vier Fenstern</w:t>
      </w:r>
    </w:p>
    <w:p w14:paraId="35CA12AE" w14:textId="77777777" w:rsidR="009151A2" w:rsidRPr="009151A2" w:rsidRDefault="009151A2" w:rsidP="009151A2">
      <w:pPr>
        <w:shd w:val="clear" w:color="auto" w:fill="FFFFFF"/>
        <w:suppressAutoHyphens w:val="0"/>
        <w:rPr>
          <w:rFonts w:ascii="Poppins" w:eastAsia="Times New Roman" w:hAnsi="Poppins" w:cs="Poppins"/>
          <w:color w:val="333333"/>
          <w:kern w:val="0"/>
          <w:sz w:val="20"/>
          <w:szCs w:val="20"/>
          <w:lang w:val="de-DE" w:eastAsia="de-DE" w:bidi="ar-SA"/>
        </w:rPr>
      </w:pPr>
      <w:r w:rsidRPr="009151A2">
        <w:rPr>
          <w:rFonts w:ascii="Poppins" w:eastAsia="Times New Roman" w:hAnsi="Poppins" w:cs="Poppins"/>
          <w:color w:val="999999"/>
          <w:kern w:val="0"/>
          <w:sz w:val="20"/>
          <w:szCs w:val="20"/>
          <w:lang w:val="de-DE" w:eastAsia="de-DE" w:bidi="ar-SA"/>
        </w:rPr>
        <w:t>von Dietmar Jacobs („Extrawurst“), Christian Ehring (Moderator/Kabarettist) und Martin Maier-Bode (Kabarettist/Autor)</w:t>
      </w:r>
    </w:p>
    <w:p w14:paraId="6A18F003" w14:textId="77777777" w:rsidR="009151A2" w:rsidRPr="006A398B" w:rsidRDefault="009151A2" w:rsidP="006A398B">
      <w:pPr>
        <w:suppressAutoHyphens w:val="0"/>
        <w:spacing w:after="160" w:line="259" w:lineRule="auto"/>
        <w:rPr>
          <w:rFonts w:ascii="Silka" w:hAnsi="Silka" w:cs="Sana"/>
          <w:b/>
          <w:bCs/>
          <w:sz w:val="32"/>
          <w:szCs w:val="32"/>
          <w:lang w:val="de-DE"/>
        </w:rPr>
      </w:pPr>
    </w:p>
    <w:p w14:paraId="6E79C13E" w14:textId="7D415E7E" w:rsidR="009151A2" w:rsidRPr="00926A8A" w:rsidRDefault="009151A2" w:rsidP="00B23B4E">
      <w:pPr>
        <w:rPr>
          <w:rFonts w:ascii="Silka" w:hAnsi="Silka" w:cs="Sana"/>
          <w:b/>
          <w:bCs/>
          <w:lang w:val="de-DE"/>
        </w:rPr>
      </w:pPr>
      <w:r w:rsidRPr="00926A8A">
        <w:rPr>
          <w:rFonts w:ascii="Silka" w:hAnsi="Silka" w:cs="Sana"/>
          <w:b/>
          <w:bCs/>
          <w:lang w:val="de-DE"/>
        </w:rPr>
        <w:t xml:space="preserve">Die rasante Komödie stammt aus der Feder von Erfolgsautor Dietmar Jacobs, dessen ‚Extrawurst‘ im Januar 2026 mit </w:t>
      </w:r>
      <w:proofErr w:type="spellStart"/>
      <w:r w:rsidRPr="00926A8A">
        <w:rPr>
          <w:rFonts w:ascii="Silka" w:hAnsi="Silka" w:cs="Sana"/>
          <w:b/>
          <w:bCs/>
          <w:lang w:val="de-DE"/>
        </w:rPr>
        <w:t>Hape</w:t>
      </w:r>
      <w:proofErr w:type="spellEnd"/>
      <w:r w:rsidRPr="00926A8A">
        <w:rPr>
          <w:rFonts w:ascii="Silka" w:hAnsi="Silka" w:cs="Sana"/>
          <w:b/>
          <w:bCs/>
          <w:lang w:val="de-DE"/>
        </w:rPr>
        <w:t xml:space="preserve"> Kerkeling und Christoph Maria Herbst ins Kino kommt. Mit ihm zusammen haben Kabarettist und Moderator Christian Ehring (‚Extra3‘) sowie Kabarettist und Autor Martin Maier-Bode dieses hochkomische Werk erschaffen. Am Düsseldorfer Kom(m)</w:t>
      </w:r>
      <w:proofErr w:type="spellStart"/>
      <w:r w:rsidRPr="00926A8A">
        <w:rPr>
          <w:rFonts w:ascii="Silka" w:hAnsi="Silka" w:cs="Sana"/>
          <w:b/>
          <w:bCs/>
          <w:lang w:val="de-DE"/>
        </w:rPr>
        <w:t>ödchen</w:t>
      </w:r>
      <w:proofErr w:type="spellEnd"/>
      <w:r w:rsidRPr="00926A8A">
        <w:rPr>
          <w:rFonts w:ascii="Silka" w:hAnsi="Silka" w:cs="Sana"/>
          <w:b/>
          <w:bCs/>
          <w:lang w:val="de-DE"/>
        </w:rPr>
        <w:t xml:space="preserve"> hat das Stück unter dem Namen „Crash“ in über 170 Vorstellungen schon tausende von Zuschauern ins Theater gelockt. In einer überarbeiteten Fassung geht das Stück nun ab 2025 auf Tour</w:t>
      </w:r>
      <w:r w:rsidR="00926A8A">
        <w:rPr>
          <w:rFonts w:ascii="Silka" w:hAnsi="Silka" w:cs="Sana"/>
          <w:b/>
          <w:bCs/>
          <w:lang w:val="de-DE"/>
        </w:rPr>
        <w:t xml:space="preserve">. </w:t>
      </w:r>
      <w:r w:rsidR="00926A8A" w:rsidRPr="00926A8A">
        <w:rPr>
          <w:rFonts w:ascii="Silka" w:hAnsi="Silka" w:cs="Sana"/>
          <w:b/>
          <w:bCs/>
          <w:lang w:val="de-DE"/>
        </w:rPr>
        <w:t>Eine irre „Videokonferenz“ mit den Mitteln des Theaters</w:t>
      </w:r>
      <w:r w:rsidR="00926A8A">
        <w:rPr>
          <w:rFonts w:ascii="Silka" w:hAnsi="Silka" w:cs="Sana"/>
          <w:b/>
          <w:bCs/>
          <w:lang w:val="de-DE"/>
        </w:rPr>
        <w:t>.</w:t>
      </w:r>
    </w:p>
    <w:p w14:paraId="021B1B4F" w14:textId="77777777" w:rsidR="00C95634" w:rsidRDefault="00C95634" w:rsidP="00B23B4E">
      <w:pPr>
        <w:rPr>
          <w:rFonts w:ascii="Silka" w:hAnsi="Silka" w:cs="Sana"/>
          <w:lang w:val="de-DE"/>
        </w:rPr>
      </w:pPr>
    </w:p>
    <w:p w14:paraId="44C6F920" w14:textId="77777777" w:rsidR="00926A8A" w:rsidRPr="00926A8A" w:rsidRDefault="00926A8A" w:rsidP="00B23B4E">
      <w:pPr>
        <w:rPr>
          <w:rFonts w:ascii="Silka" w:hAnsi="Silka" w:cs="Sana"/>
          <w:lang w:val="de-DE"/>
        </w:rPr>
      </w:pPr>
    </w:p>
    <w:p w14:paraId="46F3A035" w14:textId="695D8BBE" w:rsidR="00926A8A" w:rsidRDefault="009151A2" w:rsidP="00B23B4E">
      <w:pPr>
        <w:rPr>
          <w:rFonts w:ascii="Silka" w:hAnsi="Silka" w:cs="Sana"/>
          <w:lang w:val="de-DE"/>
        </w:rPr>
      </w:pPr>
      <w:r w:rsidRPr="00B23B4E">
        <w:rPr>
          <w:rFonts w:ascii="Silka" w:hAnsi="Silka" w:cs="Sana"/>
          <w:lang w:val="de-DE"/>
        </w:rPr>
        <w:t>Drei Brüder, eine Schwester, eine Videokonferenz und ein kleiner, aber bekannter Anlass: Ein Geschenk für die Goldene Hochzeit der Eltern soll besorgt werden. Doch was nach einer leichten Aufgabe klingt, entwickelt sich zum rasanten, aktuellen und urkomischen Konfrontationskurs. Denn jeder hat so ganz eigene Ansichten von dem, woran die Eltern Freude haben könnten.</w:t>
      </w:r>
    </w:p>
    <w:p w14:paraId="508A6BFC" w14:textId="77777777" w:rsidR="00926A8A" w:rsidRDefault="00926A8A" w:rsidP="00B23B4E">
      <w:pPr>
        <w:rPr>
          <w:rFonts w:ascii="Silka" w:hAnsi="Silka" w:cs="Sana"/>
          <w:lang w:val="de-DE"/>
        </w:rPr>
      </w:pPr>
    </w:p>
    <w:p w14:paraId="4FF762A1" w14:textId="2B4D5389" w:rsidR="009151A2" w:rsidRDefault="00926A8A" w:rsidP="00B23B4E">
      <w:pPr>
        <w:rPr>
          <w:rFonts w:ascii="Silka" w:hAnsi="Silka" w:cs="Sana"/>
          <w:lang w:val="de-DE"/>
        </w:rPr>
      </w:pPr>
      <w:r w:rsidRPr="00926A8A">
        <w:rPr>
          <w:rFonts w:ascii="Silka" w:hAnsi="Silka" w:cs="Sana"/>
          <w:lang w:val="de-DE"/>
        </w:rPr>
        <w:t>Und das hat auch mit dem eigenen Leben zu tun.</w:t>
      </w:r>
      <w:r>
        <w:rPr>
          <w:rFonts w:ascii="Silka" w:hAnsi="Silka" w:cs="Sana"/>
          <w:lang w:val="de-DE"/>
        </w:rPr>
        <w:t xml:space="preserve"> </w:t>
      </w:r>
      <w:r w:rsidRPr="00926A8A">
        <w:rPr>
          <w:rFonts w:ascii="Silka" w:hAnsi="Silka" w:cs="Sana"/>
          <w:lang w:val="de-DE"/>
        </w:rPr>
        <w:t xml:space="preserve">So </w:t>
      </w:r>
      <w:r>
        <w:rPr>
          <w:rFonts w:ascii="Silka" w:hAnsi="Silka" w:cs="Sana"/>
          <w:lang w:val="de-DE"/>
        </w:rPr>
        <w:t>prallen</w:t>
      </w:r>
      <w:r w:rsidRPr="00926A8A">
        <w:rPr>
          <w:rFonts w:ascii="Silka" w:hAnsi="Silka" w:cs="Sana"/>
          <w:lang w:val="de-DE"/>
        </w:rPr>
        <w:t xml:space="preserve"> vier unterschiedliche </w:t>
      </w:r>
      <w:r>
        <w:rPr>
          <w:rFonts w:ascii="Silka" w:hAnsi="Silka" w:cs="Sana"/>
          <w:lang w:val="de-DE"/>
        </w:rPr>
        <w:t>Lebensentwürfe</w:t>
      </w:r>
      <w:r w:rsidRPr="00926A8A">
        <w:rPr>
          <w:rFonts w:ascii="Silka" w:hAnsi="Silka" w:cs="Sana"/>
          <w:lang w:val="de-DE"/>
        </w:rPr>
        <w:t xml:space="preserve"> aufeinander</w:t>
      </w:r>
      <w:r>
        <w:rPr>
          <w:rFonts w:ascii="Silka" w:hAnsi="Silka" w:cs="Sana"/>
          <w:lang w:val="de-DE"/>
        </w:rPr>
        <w:t xml:space="preserve">, vier Geschwister </w:t>
      </w:r>
      <w:r w:rsidRPr="00926A8A">
        <w:rPr>
          <w:rFonts w:ascii="Silka" w:hAnsi="Silka" w:cs="Sana"/>
          <w:lang w:val="de-DE"/>
        </w:rPr>
        <w:t xml:space="preserve">zerlegen ihre Kindheit und gegenseitig ihre </w:t>
      </w:r>
      <w:proofErr w:type="gramStart"/>
      <w:r w:rsidRPr="00926A8A">
        <w:rPr>
          <w:rFonts w:ascii="Silka" w:hAnsi="Silka" w:cs="Sana"/>
          <w:lang w:val="de-DE"/>
        </w:rPr>
        <w:t>Biographien</w:t>
      </w:r>
      <w:proofErr w:type="gramEnd"/>
      <w:r>
        <w:rPr>
          <w:rFonts w:ascii="Silka" w:hAnsi="Silka" w:cs="Sana"/>
          <w:lang w:val="de-DE"/>
        </w:rPr>
        <w:t>. U</w:t>
      </w:r>
      <w:r w:rsidRPr="00926A8A">
        <w:rPr>
          <w:rFonts w:ascii="Silka" w:hAnsi="Silka" w:cs="Sana"/>
          <w:lang w:val="de-DE"/>
        </w:rPr>
        <w:t>nd finden</w:t>
      </w:r>
      <w:r>
        <w:rPr>
          <w:rFonts w:ascii="Silka" w:hAnsi="Silka" w:cs="Sana"/>
          <w:lang w:val="de-DE"/>
        </w:rPr>
        <w:t xml:space="preserve"> am Ende</w:t>
      </w:r>
      <w:r w:rsidRPr="00926A8A">
        <w:rPr>
          <w:rFonts w:ascii="Silka" w:hAnsi="Silka" w:cs="Sana"/>
          <w:lang w:val="de-DE"/>
        </w:rPr>
        <w:t xml:space="preserve"> doch zueinander. Sie zeigen, "was mit einer Gesellschaft passiert, in der sich jeder in seiner</w:t>
      </w:r>
      <w:r>
        <w:rPr>
          <w:rFonts w:ascii="Silka" w:hAnsi="Silka" w:cs="Sana"/>
          <w:lang w:val="de-DE"/>
        </w:rPr>
        <w:t xml:space="preserve"> Denkblase einrichtet.</w:t>
      </w:r>
    </w:p>
    <w:p w14:paraId="1E7DDE41" w14:textId="77777777" w:rsidR="00926A8A" w:rsidRPr="00B23B4E" w:rsidRDefault="00926A8A" w:rsidP="00B23B4E">
      <w:pPr>
        <w:rPr>
          <w:rFonts w:ascii="Silka" w:hAnsi="Silka" w:cs="Sana"/>
          <w:lang w:val="de-DE"/>
        </w:rPr>
      </w:pPr>
    </w:p>
    <w:p w14:paraId="4E7E2EE2" w14:textId="77777777" w:rsidR="006A398B" w:rsidRPr="003E74D8" w:rsidRDefault="006A398B" w:rsidP="006A398B">
      <w:pPr>
        <w:pStyle w:val="Textkrper"/>
        <w:rPr>
          <w:rFonts w:ascii="Silka" w:hAnsi="Silka" w:cs="Sana"/>
          <w:lang w:val="de-DE"/>
        </w:rPr>
      </w:pPr>
    </w:p>
    <w:p w14:paraId="56DF52EE" w14:textId="77777777" w:rsidR="006A398B" w:rsidRDefault="006A398B">
      <w:pPr>
        <w:suppressAutoHyphens w:val="0"/>
        <w:spacing w:after="160" w:line="259" w:lineRule="auto"/>
        <w:rPr>
          <w:rFonts w:ascii="Silka" w:hAnsi="Silka" w:cs="Sana"/>
          <w:sz w:val="28"/>
          <w:szCs w:val="28"/>
          <w:lang w:val="de-DE"/>
        </w:rPr>
      </w:pPr>
      <w:r>
        <w:rPr>
          <w:rFonts w:ascii="Silka" w:hAnsi="Silka" w:cs="Sana"/>
          <w:sz w:val="28"/>
          <w:szCs w:val="28"/>
          <w:lang w:val="de-DE"/>
        </w:rPr>
        <w:br w:type="page"/>
      </w:r>
    </w:p>
    <w:p w14:paraId="59D9762E" w14:textId="4543D8C2" w:rsidR="006A398B" w:rsidRPr="003E74D8" w:rsidRDefault="006A398B" w:rsidP="006A398B">
      <w:pPr>
        <w:pStyle w:val="Textkrper"/>
        <w:rPr>
          <w:rFonts w:ascii="Silka" w:hAnsi="Silka" w:cs="Sana"/>
          <w:lang w:val="de-DE"/>
        </w:rPr>
      </w:pPr>
      <w:r w:rsidRPr="003E74D8">
        <w:rPr>
          <w:rFonts w:ascii="Silka" w:hAnsi="Silka" w:cs="Sana"/>
          <w:sz w:val="28"/>
          <w:szCs w:val="28"/>
          <w:lang w:val="de-DE"/>
        </w:rPr>
        <w:lastRenderedPageBreak/>
        <w:t>DIE UMSETZUNG</w:t>
      </w:r>
    </w:p>
    <w:p w14:paraId="03BDBEA1" w14:textId="77777777" w:rsidR="006F0F87" w:rsidRPr="006F0F87" w:rsidRDefault="006F0F87" w:rsidP="006F0F87">
      <w:pPr>
        <w:rPr>
          <w:rFonts w:ascii="Silka" w:hAnsi="Silka" w:cs="Sana"/>
          <w:lang w:val="de-DE"/>
        </w:rPr>
      </w:pPr>
      <w:r w:rsidRPr="006F0F87">
        <w:rPr>
          <w:rFonts w:ascii="Silka" w:hAnsi="Silka" w:cs="Sana"/>
          <w:lang w:val="de-DE"/>
        </w:rPr>
        <w:t>Vier Kästen auf der Bühne, angeordnet wie der Bildschirm einer Zoom-Konferenz. Vier Fenster, vier Lebenswelten, vier Einblicke in unterschiedliche Lebensentwürfe. Hier wohnen sie, die vier Geschwister, die sich über die Jahre entfremdet haben, jeder für sich, jeder in seiner eigenen Welt. Und doch sollen sie zusammenkommen, um ein gemeinsames Ziel zu erreichen: das perfekte Geschenk zur Goldenen Hochzeit der Eltern. Ein scheinbar einfaches Vorhaben, das sich als ebenso kompliziert herausstellt wie ein Familientreffen an Weihnachten.</w:t>
      </w:r>
    </w:p>
    <w:p w14:paraId="2146CF54" w14:textId="77777777" w:rsidR="006F0F87" w:rsidRPr="006F0F87" w:rsidRDefault="006F0F87" w:rsidP="006F0F87">
      <w:pPr>
        <w:rPr>
          <w:rFonts w:ascii="Silka" w:hAnsi="Silka" w:cs="Sana"/>
          <w:lang w:val="de-DE"/>
        </w:rPr>
      </w:pPr>
      <w:r w:rsidRPr="006F0F87">
        <w:rPr>
          <w:rFonts w:ascii="Silka" w:hAnsi="Silka" w:cs="Sana"/>
          <w:lang w:val="de-DE"/>
        </w:rPr>
        <w:t>Wir haben eine Bühne gebaut, die den Wahnsinn des digitalen Zeitalters einfängt: Die vier Kästen sind mehr als nur Kulisse – sie sind Gefängnis, Schutzraum, Schauplatz für absurde Dialoge und verzweifelte Versuche der Annäherung. Mit viel Liebe zum Detail haben wir vier Räume erschaffen, die so verschieden sind wie die Geschwister selbst: von minimalistisch durchgestylt bis chaotisch-</w:t>
      </w:r>
      <w:proofErr w:type="spellStart"/>
      <w:r w:rsidRPr="006F0F87">
        <w:rPr>
          <w:rFonts w:ascii="Silka" w:hAnsi="Silka" w:cs="Sana"/>
          <w:lang w:val="de-DE"/>
        </w:rPr>
        <w:t>messiesk</w:t>
      </w:r>
      <w:proofErr w:type="spellEnd"/>
      <w:r w:rsidRPr="006F0F87">
        <w:rPr>
          <w:rFonts w:ascii="Silka" w:hAnsi="Silka" w:cs="Sana"/>
          <w:lang w:val="de-DE"/>
        </w:rPr>
        <w:t>. Doch die wichtigste Frage bleibt: Wie soll dieses Quartett, das nicht einmal eine Videokonferenz ohne Streit übersteht, ein gemeinsames Geschenk organisieren?</w:t>
      </w:r>
    </w:p>
    <w:p w14:paraId="348C7CC5" w14:textId="77777777" w:rsidR="006F0F87" w:rsidRPr="006F0F87" w:rsidRDefault="006F0F87" w:rsidP="006F0F87">
      <w:pPr>
        <w:rPr>
          <w:rFonts w:ascii="Silka" w:hAnsi="Silka" w:cs="Sana"/>
          <w:lang w:val="de-DE"/>
        </w:rPr>
      </w:pPr>
      <w:r w:rsidRPr="006F0F87">
        <w:rPr>
          <w:rFonts w:ascii="Silka" w:hAnsi="Silka" w:cs="Sana"/>
          <w:lang w:val="de-DE"/>
        </w:rPr>
        <w:t>Dietmar Jacobs liefert die perfekte Vorlage für ein irrwitziges Schauspiel mit kabarettistischem Biss. Pointierte Dialoge, scharfzüngige Spitzen und absurde Szenen reihen sich aneinander wie bei einem Familienchat, bei dem jeder redet, aber keiner zuhört. Es wird gestritten, gelacht, gezankt – und ja, auch ein bisschen gerührt. Denn hinter all dem Wahnsinn steckt die Frage: Wie finden wir in einer Welt, in der jeder in seiner eigenen Bubble lebt, überhaupt noch zueinander? Bleiben die vier in ihren Kästen gefangen, oder schaffen sie es, das wahre Leben – also das außerhalb des Bildschirms – wiederzuentdecken?</w:t>
      </w:r>
    </w:p>
    <w:p w14:paraId="0C9B4E56" w14:textId="6CA94B28" w:rsidR="006F0F87" w:rsidRPr="006F0F87" w:rsidRDefault="006F0F87" w:rsidP="006F0F87">
      <w:pPr>
        <w:rPr>
          <w:rFonts w:ascii="Silka" w:hAnsi="Silka" w:cs="Sana"/>
          <w:lang w:val="de-DE"/>
        </w:rPr>
      </w:pPr>
      <w:r w:rsidRPr="006F0F87">
        <w:rPr>
          <w:rFonts w:ascii="Silka" w:hAnsi="Silka" w:cs="Sana"/>
          <w:lang w:val="de-DE"/>
        </w:rPr>
        <w:t>Diese Inszenierung macht das Unmögliche möglich: Sie verwandelt eine zweidimensionale Zoom-Konferenz in ein dreidimensionales Theatererlebnis voller Tempo, Witz und irrwitziger Einfälle. Es geht um</w:t>
      </w:r>
      <w:r w:rsidR="00672688">
        <w:rPr>
          <w:rFonts w:ascii="Silka" w:hAnsi="Silka" w:cs="Sana"/>
          <w:lang w:val="de-DE"/>
        </w:rPr>
        <w:t xml:space="preserve"> </w:t>
      </w:r>
      <w:r w:rsidRPr="006F0F87">
        <w:rPr>
          <w:rFonts w:ascii="Silka" w:hAnsi="Silka" w:cs="Sana"/>
          <w:lang w:val="de-DE"/>
        </w:rPr>
        <w:t>Kommunikationspannen, um absurde Missverständnisse, um das uralte Drama zwischen Geschwistern – und natürlich um die Frage, warum eine so einfache Aufgabe wie die Wahl eines Geschenks zu einer veritablen Staatskrise ausarten kann.</w:t>
      </w:r>
    </w:p>
    <w:p w14:paraId="3D18F8A2" w14:textId="77777777" w:rsidR="006F0F87" w:rsidRPr="006F0F87" w:rsidRDefault="006F0F87" w:rsidP="006F0F87">
      <w:pPr>
        <w:rPr>
          <w:rFonts w:ascii="Silka" w:hAnsi="Silka" w:cs="Sana"/>
          <w:lang w:val="de-DE"/>
        </w:rPr>
      </w:pPr>
      <w:r w:rsidRPr="006F0F87">
        <w:rPr>
          <w:rFonts w:ascii="Silka" w:hAnsi="Silka" w:cs="Sana"/>
          <w:lang w:val="de-DE"/>
        </w:rPr>
        <w:t xml:space="preserve">Ob die vier am Ende </w:t>
      </w:r>
      <w:proofErr w:type="gramStart"/>
      <w:r w:rsidRPr="006F0F87">
        <w:rPr>
          <w:rFonts w:ascii="Silka" w:hAnsi="Silka" w:cs="Sana"/>
          <w:lang w:val="de-DE"/>
        </w:rPr>
        <w:t>wirklich das</w:t>
      </w:r>
      <w:proofErr w:type="gramEnd"/>
      <w:r w:rsidRPr="006F0F87">
        <w:rPr>
          <w:rFonts w:ascii="Silka" w:hAnsi="Silka" w:cs="Sana"/>
          <w:lang w:val="de-DE"/>
        </w:rPr>
        <w:t xml:space="preserve"> perfekte Geschenk finden oder ob sie sich bis zur Silberhochzeit der Eltern weiterstreiten, bleibt abzuwarten. Sicher ist nur: Das Publikum erwartet ein Abend voller scharfsinniger Dialoge, ironischer Spitzen und unerwarteter Wendungen. "Zoom!" ist eine Komödie </w:t>
      </w:r>
      <w:r w:rsidRPr="006F0F87">
        <w:rPr>
          <w:rFonts w:ascii="Silka" w:hAnsi="Silka" w:cs="Sana"/>
          <w:lang w:val="de-DE"/>
        </w:rPr>
        <w:lastRenderedPageBreak/>
        <w:t>für alle, die sich schon einmal gefragt haben, wie ihre eigene Familie wohl bei einer Reality-Show abschneiden würde. Ein Stück über das Leben in der digitalen Blase – und die Möglichkeit, doch noch einen gemeinsamen Weg zu finden. Natürlich nicht ohne Chaos, Missverständnisse und jede Menge Lacher.</w:t>
      </w:r>
    </w:p>
    <w:p w14:paraId="0697BA00" w14:textId="02072BF5" w:rsidR="006A398B" w:rsidRPr="003E74D8" w:rsidRDefault="006A398B" w:rsidP="006A398B">
      <w:pPr>
        <w:rPr>
          <w:rFonts w:ascii="Silka" w:hAnsi="Silka" w:cs="Sana"/>
          <w:lang w:val="de-DE"/>
        </w:rPr>
      </w:pPr>
    </w:p>
    <w:p w14:paraId="1954D585" w14:textId="77777777" w:rsidR="006A398B" w:rsidRDefault="006A398B" w:rsidP="006A398B">
      <w:pPr>
        <w:pStyle w:val="Textkrper"/>
        <w:rPr>
          <w:rFonts w:ascii="Silka" w:hAnsi="Silka" w:cs="Sana"/>
          <w:highlight w:val="yellow"/>
          <w:lang w:val="de-DE"/>
        </w:rPr>
      </w:pPr>
    </w:p>
    <w:p w14:paraId="62985FD2" w14:textId="277A299E" w:rsidR="0027100C" w:rsidRDefault="0027100C" w:rsidP="0027100C">
      <w:pPr>
        <w:pStyle w:val="Textkrper"/>
        <w:rPr>
          <w:rFonts w:ascii="Silka" w:hAnsi="Silka" w:cs="Sana"/>
          <w:sz w:val="28"/>
          <w:szCs w:val="28"/>
          <w:lang w:val="de-DE"/>
        </w:rPr>
      </w:pPr>
      <w:r>
        <w:rPr>
          <w:rFonts w:ascii="Silka" w:hAnsi="Silka" w:cs="Sana"/>
          <w:sz w:val="28"/>
          <w:szCs w:val="28"/>
          <w:lang w:val="de-DE"/>
        </w:rPr>
        <w:t>DIE DARSTELLER*INNEN</w:t>
      </w:r>
    </w:p>
    <w:p w14:paraId="68B4BC6E" w14:textId="77777777" w:rsidR="0027100C" w:rsidRPr="0027100C" w:rsidRDefault="0027100C" w:rsidP="0027100C">
      <w:pPr>
        <w:pStyle w:val="StandardWeb"/>
        <w:rPr>
          <w:rFonts w:ascii="Silka" w:eastAsia="SimSun" w:hAnsi="Silka" w:cs="Sana"/>
          <w:kern w:val="2"/>
          <w:lang w:eastAsia="zh-CN" w:bidi="hi-IN"/>
        </w:rPr>
      </w:pPr>
      <w:bookmarkStart w:id="0" w:name="_Hlk192790167"/>
      <w:r w:rsidRPr="0027100C">
        <w:rPr>
          <w:rFonts w:ascii="Silka" w:eastAsia="SimSun" w:hAnsi="Silka" w:cs="Sana"/>
          <w:b/>
          <w:bCs/>
          <w:kern w:val="2"/>
          <w:lang w:eastAsia="zh-CN" w:bidi="hi-IN"/>
        </w:rPr>
        <w:t>Bernd Blömer – Schauspieler &amp; Kabarettist</w:t>
      </w:r>
    </w:p>
    <w:bookmarkEnd w:id="0"/>
    <w:p w14:paraId="26585714" w14:textId="57548BC4" w:rsidR="0027100C" w:rsidRDefault="0027100C" w:rsidP="0027100C">
      <w:pPr>
        <w:pStyle w:val="StandardWeb"/>
        <w:rPr>
          <w:rFonts w:ascii="Silka" w:hAnsi="Silka" w:cs="Sana"/>
        </w:rPr>
      </w:pPr>
      <w:r w:rsidRPr="0027100C">
        <w:rPr>
          <w:rFonts w:ascii="Silka" w:eastAsia="SimSun" w:hAnsi="Silka" w:cs="Sana"/>
          <w:kern w:val="2"/>
          <w:lang w:eastAsia="zh-CN" w:bidi="hi-IN"/>
        </w:rPr>
        <w:t xml:space="preserve">Bernd Blömer ist ebenso auf der Theaterbühne zu Hause wie im Kabarett. Vielen ist er als Teil des preisgekrönten Duos </w:t>
      </w:r>
      <w:r w:rsidRPr="0027100C">
        <w:rPr>
          <w:rFonts w:ascii="Silka" w:eastAsia="SimSun" w:hAnsi="Silka" w:cs="Sana"/>
          <w:b/>
          <w:bCs/>
          <w:kern w:val="2"/>
          <w:lang w:eastAsia="zh-CN" w:bidi="hi-IN"/>
        </w:rPr>
        <w:t>Blömer//</w:t>
      </w:r>
      <w:proofErr w:type="spellStart"/>
      <w:r w:rsidRPr="0027100C">
        <w:rPr>
          <w:rFonts w:ascii="Silka" w:eastAsia="SimSun" w:hAnsi="Silka" w:cs="Sana"/>
          <w:b/>
          <w:bCs/>
          <w:kern w:val="2"/>
          <w:lang w:eastAsia="zh-CN" w:bidi="hi-IN"/>
        </w:rPr>
        <w:t>Tillack</w:t>
      </w:r>
      <w:proofErr w:type="spellEnd"/>
      <w:r w:rsidRPr="0027100C">
        <w:rPr>
          <w:rFonts w:ascii="Silka" w:eastAsia="SimSun" w:hAnsi="Silka" w:cs="Sana"/>
          <w:kern w:val="2"/>
          <w:lang w:eastAsia="zh-CN" w:bidi="hi-IN"/>
        </w:rPr>
        <w:t xml:space="preserve"> bekannt, mit dem er seit Jahren erfolgreich auf deutschen Kabarettbühnen tourt. 2018 gewannen sie den Publikumspreis „Scharfe Barte“ in </w:t>
      </w:r>
      <w:proofErr w:type="spellStart"/>
      <w:r w:rsidRPr="0027100C">
        <w:rPr>
          <w:rFonts w:ascii="Silka" w:eastAsia="SimSun" w:hAnsi="Silka" w:cs="Sana"/>
          <w:kern w:val="2"/>
          <w:lang w:eastAsia="zh-CN" w:bidi="hi-IN"/>
        </w:rPr>
        <w:t>Melsungen</w:t>
      </w:r>
      <w:proofErr w:type="spellEnd"/>
      <w:r w:rsidRPr="0027100C">
        <w:rPr>
          <w:rFonts w:ascii="Silka" w:eastAsia="SimSun" w:hAnsi="Silka" w:cs="Sana"/>
          <w:kern w:val="2"/>
          <w:lang w:eastAsia="zh-CN" w:bidi="hi-IN"/>
        </w:rPr>
        <w:t>, den Paulaner Solo Wettbewerb sowie den Reinheimer Satirepreis und wurden zudem mit dem Sonderpreis der Tuttlinger Krähe ausgezeichnet.</w:t>
      </w:r>
      <w:r>
        <w:rPr>
          <w:rFonts w:ascii="Silka" w:eastAsia="SimSun" w:hAnsi="Silka" w:cs="Sana"/>
          <w:kern w:val="2"/>
          <w:lang w:eastAsia="zh-CN" w:bidi="hi-IN"/>
        </w:rPr>
        <w:t xml:space="preserve"> Er </w:t>
      </w:r>
      <w:r w:rsidRPr="0027100C">
        <w:rPr>
          <w:rFonts w:ascii="Silka" w:hAnsi="Silka" w:cs="Sana"/>
        </w:rPr>
        <w:t xml:space="preserve">kommt aus dem westlichen Teil West-Westfalens, also eigentlich schon fast Holland und wurde so geprägt durch </w:t>
      </w:r>
      <w:proofErr w:type="spellStart"/>
      <w:r w:rsidRPr="0027100C">
        <w:rPr>
          <w:rFonts w:ascii="Silka" w:hAnsi="Silka" w:cs="Sana"/>
        </w:rPr>
        <w:t>Fietsen</w:t>
      </w:r>
      <w:proofErr w:type="spellEnd"/>
      <w:r w:rsidRPr="0027100C">
        <w:rPr>
          <w:rFonts w:ascii="Silka" w:hAnsi="Silka" w:cs="Sana"/>
        </w:rPr>
        <w:t xml:space="preserve"> und Fritten, lebt aber schon länger in Köln und </w:t>
      </w:r>
      <w:proofErr w:type="spellStart"/>
      <w:r w:rsidRPr="0027100C">
        <w:rPr>
          <w:rFonts w:ascii="Silka" w:hAnsi="Silka" w:cs="Sana"/>
        </w:rPr>
        <w:t>fröhnt</w:t>
      </w:r>
      <w:proofErr w:type="spellEnd"/>
      <w:r w:rsidRPr="0027100C">
        <w:rPr>
          <w:rFonts w:ascii="Silka" w:hAnsi="Silka" w:cs="Sana"/>
        </w:rPr>
        <w:t xml:space="preserve"> dort seiner F &amp; F </w:t>
      </w:r>
      <w:proofErr w:type="spellStart"/>
      <w:r w:rsidRPr="0027100C">
        <w:rPr>
          <w:rFonts w:ascii="Silka" w:hAnsi="Silka" w:cs="Sana"/>
        </w:rPr>
        <w:t>Filosofie</w:t>
      </w:r>
      <w:proofErr w:type="spellEnd"/>
      <w:r w:rsidRPr="0027100C">
        <w:rPr>
          <w:rFonts w:ascii="Silka" w:hAnsi="Silka" w:cs="Sana"/>
        </w:rPr>
        <w:t>.</w:t>
      </w:r>
    </w:p>
    <w:p w14:paraId="0C692EF3" w14:textId="635BC575" w:rsidR="0027100C" w:rsidRPr="0027100C" w:rsidRDefault="0027100C" w:rsidP="0027100C">
      <w:pPr>
        <w:pStyle w:val="StandardWeb"/>
        <w:rPr>
          <w:rFonts w:ascii="Silka" w:eastAsia="SimSun" w:hAnsi="Silka" w:cs="Sana"/>
          <w:kern w:val="2"/>
          <w:lang w:eastAsia="zh-CN" w:bidi="hi-IN"/>
        </w:rPr>
      </w:pPr>
      <w:bookmarkStart w:id="1" w:name="_Hlk192790663"/>
      <w:r>
        <w:rPr>
          <w:rFonts w:ascii="Silka" w:eastAsia="SimSun" w:hAnsi="Silka" w:cs="Sana"/>
          <w:b/>
          <w:bCs/>
          <w:kern w:val="2"/>
          <w:lang w:eastAsia="zh-CN" w:bidi="hi-IN"/>
        </w:rPr>
        <w:t>Harry Heib</w:t>
      </w:r>
      <w:r w:rsidRPr="0027100C">
        <w:rPr>
          <w:rFonts w:ascii="Silka" w:eastAsia="SimSun" w:hAnsi="Silka" w:cs="Sana"/>
          <w:b/>
          <w:bCs/>
          <w:kern w:val="2"/>
          <w:lang w:eastAsia="zh-CN" w:bidi="hi-IN"/>
        </w:rPr>
        <w:t xml:space="preserve"> – Schauspieler &amp; Kabarettist</w:t>
      </w:r>
    </w:p>
    <w:bookmarkEnd w:id="1"/>
    <w:p w14:paraId="26BD79BE" w14:textId="39A08585" w:rsidR="0027100C" w:rsidRDefault="0027100C" w:rsidP="0027100C">
      <w:pPr>
        <w:pStyle w:val="StandardWeb"/>
        <w:rPr>
          <w:rFonts w:ascii="Silka" w:eastAsia="SimSun" w:hAnsi="Silka" w:cs="Sana"/>
          <w:kern w:val="2"/>
          <w:lang w:eastAsia="zh-CN" w:bidi="hi-IN"/>
        </w:rPr>
      </w:pPr>
      <w:r w:rsidRPr="0027100C">
        <w:rPr>
          <w:rFonts w:ascii="Silka" w:eastAsia="SimSun" w:hAnsi="Silka" w:cs="Sana"/>
          <w:kern w:val="2"/>
          <w:lang w:eastAsia="zh-CN" w:bidi="hi-IN"/>
        </w:rPr>
        <w:t xml:space="preserve">Kabarett und Schauspiel prägen seit über 20 Jahren </w:t>
      </w:r>
      <w:r>
        <w:rPr>
          <w:rFonts w:ascii="Silka" w:eastAsia="SimSun" w:hAnsi="Silka" w:cs="Sana"/>
          <w:kern w:val="2"/>
          <w:lang w:eastAsia="zh-CN" w:bidi="hi-IN"/>
        </w:rPr>
        <w:t>Harry Heibs</w:t>
      </w:r>
      <w:r w:rsidRPr="0027100C">
        <w:rPr>
          <w:rFonts w:ascii="Silka" w:eastAsia="SimSun" w:hAnsi="Silka" w:cs="Sana"/>
          <w:kern w:val="2"/>
          <w:lang w:eastAsia="zh-CN" w:bidi="hi-IN"/>
        </w:rPr>
        <w:t xml:space="preserve"> Karriere auf der Bühne</w:t>
      </w:r>
      <w:r>
        <w:rPr>
          <w:rFonts w:ascii="Silka" w:eastAsia="SimSun" w:hAnsi="Silka" w:cs="Sana"/>
          <w:kern w:val="2"/>
          <w:lang w:eastAsia="zh-CN" w:bidi="hi-IN"/>
        </w:rPr>
        <w:t>. In der</w:t>
      </w:r>
      <w:r w:rsidRPr="0027100C">
        <w:rPr>
          <w:rFonts w:ascii="Silka" w:eastAsia="SimSun" w:hAnsi="Silka" w:cs="Sana"/>
          <w:kern w:val="2"/>
          <w:lang w:eastAsia="zh-CN" w:bidi="hi-IN"/>
        </w:rPr>
        <w:t xml:space="preserve"> „Alten Post“ in Neuss</w:t>
      </w:r>
      <w:r>
        <w:rPr>
          <w:rFonts w:ascii="Silka" w:eastAsia="SimSun" w:hAnsi="Silka" w:cs="Sana"/>
          <w:kern w:val="2"/>
          <w:lang w:eastAsia="zh-CN" w:bidi="hi-IN"/>
        </w:rPr>
        <w:t xml:space="preserve"> </w:t>
      </w:r>
      <w:r w:rsidRPr="0027100C">
        <w:rPr>
          <w:rFonts w:ascii="Silka" w:eastAsia="SimSun" w:hAnsi="Silka" w:cs="Sana"/>
          <w:kern w:val="2"/>
          <w:lang w:eastAsia="zh-CN" w:bidi="hi-IN"/>
        </w:rPr>
        <w:t xml:space="preserve">legten Dozenten wie Martin Maier-Bode und Tina Teubner den Grundstein für </w:t>
      </w:r>
      <w:r>
        <w:rPr>
          <w:rFonts w:ascii="Silka" w:eastAsia="SimSun" w:hAnsi="Silka" w:cs="Sana"/>
          <w:kern w:val="2"/>
          <w:lang w:eastAsia="zh-CN" w:bidi="hi-IN"/>
        </w:rPr>
        <w:t>seine</w:t>
      </w:r>
      <w:r w:rsidRPr="0027100C">
        <w:rPr>
          <w:rFonts w:ascii="Silka" w:eastAsia="SimSun" w:hAnsi="Silka" w:cs="Sana"/>
          <w:kern w:val="2"/>
          <w:lang w:eastAsia="zh-CN" w:bidi="hi-IN"/>
        </w:rPr>
        <w:t xml:space="preserve"> professionelle Laufbahn. </w:t>
      </w:r>
      <w:r>
        <w:rPr>
          <w:rFonts w:ascii="Silka" w:eastAsia="SimSun" w:hAnsi="Silka" w:cs="Sana"/>
          <w:kern w:val="2"/>
          <w:lang w:eastAsia="zh-CN" w:bidi="hi-IN"/>
        </w:rPr>
        <w:t>Als Mitbegründer</w:t>
      </w:r>
      <w:r w:rsidRPr="0027100C">
        <w:rPr>
          <w:rFonts w:ascii="Silka" w:eastAsia="SimSun" w:hAnsi="Silka" w:cs="Sana"/>
          <w:kern w:val="2"/>
          <w:lang w:eastAsia="zh-CN" w:bidi="hi-IN"/>
        </w:rPr>
        <w:t xml:space="preserve"> des „Theater am Schlachthof“ wurde das Bühnendasein z</w:t>
      </w:r>
      <w:r>
        <w:rPr>
          <w:rFonts w:ascii="Silka" w:eastAsia="SimSun" w:hAnsi="Silka" w:cs="Sana"/>
          <w:kern w:val="2"/>
          <w:lang w:eastAsia="zh-CN" w:bidi="hi-IN"/>
        </w:rPr>
        <w:t>u seine</w:t>
      </w:r>
      <w:r w:rsidRPr="0027100C">
        <w:rPr>
          <w:rFonts w:ascii="Silka" w:eastAsia="SimSun" w:hAnsi="Silka" w:cs="Sana"/>
          <w:kern w:val="2"/>
          <w:lang w:eastAsia="zh-CN" w:bidi="hi-IN"/>
        </w:rPr>
        <w:t>r Berufung.</w:t>
      </w:r>
      <w:r>
        <w:rPr>
          <w:rFonts w:ascii="Silka" w:eastAsia="SimSun" w:hAnsi="Silka" w:cs="Sana"/>
          <w:kern w:val="2"/>
          <w:lang w:eastAsia="zh-CN" w:bidi="hi-IN"/>
        </w:rPr>
        <w:t xml:space="preserve"> </w:t>
      </w:r>
      <w:r w:rsidRPr="0027100C">
        <w:rPr>
          <w:rFonts w:ascii="Silka" w:eastAsia="SimSun" w:hAnsi="Silka" w:cs="Sana"/>
          <w:kern w:val="2"/>
          <w:lang w:eastAsia="zh-CN" w:bidi="hi-IN"/>
        </w:rPr>
        <w:t>Besonders prägend war das Mitwirken in der Erfolgsproduktion „Stunk“, die jedes Jahr tausende Zuschauer begeistert und satirisches Kabarett mit scharfem Witz verbindet. Neben Ensemble-Arbeiten entwickelte er auch eigene Solo-Programme, darunter ein vielbeachteter Abend über Harald Juhnke, der die Höhen und Tiefen einer schillernden Bühnenkarriere beleuchtet.</w:t>
      </w:r>
      <w:r>
        <w:rPr>
          <w:rFonts w:ascii="Silka" w:eastAsia="SimSun" w:hAnsi="Silka" w:cs="Sana"/>
          <w:kern w:val="2"/>
          <w:lang w:eastAsia="zh-CN" w:bidi="hi-IN"/>
        </w:rPr>
        <w:t xml:space="preserve"> </w:t>
      </w:r>
    </w:p>
    <w:p w14:paraId="3EB130EF" w14:textId="4EC3C377" w:rsidR="0027100C" w:rsidRPr="0027100C" w:rsidRDefault="0027100C" w:rsidP="0027100C">
      <w:pPr>
        <w:pStyle w:val="StandardWeb"/>
        <w:rPr>
          <w:rFonts w:ascii="Silka" w:eastAsia="SimSun" w:hAnsi="Silka" w:cs="Sana"/>
          <w:kern w:val="2"/>
          <w:lang w:eastAsia="zh-CN" w:bidi="hi-IN"/>
        </w:rPr>
      </w:pPr>
      <w:r>
        <w:rPr>
          <w:rFonts w:ascii="Silka" w:eastAsia="SimSun" w:hAnsi="Silka" w:cs="Sana"/>
          <w:b/>
          <w:bCs/>
          <w:kern w:val="2"/>
          <w:lang w:eastAsia="zh-CN" w:bidi="hi-IN"/>
        </w:rPr>
        <w:t xml:space="preserve">Dirk </w:t>
      </w:r>
      <w:proofErr w:type="spellStart"/>
      <w:r>
        <w:rPr>
          <w:rFonts w:ascii="Silka" w:eastAsia="SimSun" w:hAnsi="Silka" w:cs="Sana"/>
          <w:b/>
          <w:bCs/>
          <w:kern w:val="2"/>
          <w:lang w:eastAsia="zh-CN" w:bidi="hi-IN"/>
        </w:rPr>
        <w:t>Wittun</w:t>
      </w:r>
      <w:proofErr w:type="spellEnd"/>
      <w:r w:rsidRPr="0027100C">
        <w:rPr>
          <w:rFonts w:ascii="Silka" w:eastAsia="SimSun" w:hAnsi="Silka" w:cs="Sana"/>
          <w:b/>
          <w:bCs/>
          <w:kern w:val="2"/>
          <w:lang w:eastAsia="zh-CN" w:bidi="hi-IN"/>
        </w:rPr>
        <w:t xml:space="preserve"> – Schauspieler &amp; Kabarettist</w:t>
      </w:r>
    </w:p>
    <w:p w14:paraId="7084BC86" w14:textId="5D81A084" w:rsidR="0027100C" w:rsidRDefault="00E1325D" w:rsidP="00735EDC">
      <w:pPr>
        <w:pStyle w:val="StandardWeb"/>
        <w:shd w:val="clear" w:color="auto" w:fill="FFFFFF"/>
        <w:spacing w:before="0" w:beforeAutospacing="0" w:after="0" w:afterAutospacing="0"/>
        <w:rPr>
          <w:rFonts w:ascii="Silka" w:eastAsia="SimSun" w:hAnsi="Silka" w:cs="Sana"/>
          <w:kern w:val="2"/>
          <w:lang w:eastAsia="zh-CN" w:bidi="hi-IN"/>
        </w:rPr>
      </w:pPr>
      <w:r w:rsidRPr="00E1325D">
        <w:rPr>
          <w:rFonts w:ascii="Silka" w:eastAsia="SimSun" w:hAnsi="Silka" w:cs="Sana"/>
          <w:kern w:val="2"/>
          <w:lang w:eastAsia="zh-CN" w:bidi="hi-IN"/>
        </w:rPr>
        <w:lastRenderedPageBreak/>
        <w:t xml:space="preserve">Dirk </w:t>
      </w:r>
      <w:proofErr w:type="spellStart"/>
      <w:r w:rsidRPr="00E1325D">
        <w:rPr>
          <w:rFonts w:ascii="Silka" w:eastAsia="SimSun" w:hAnsi="Silka" w:cs="Sana"/>
          <w:kern w:val="2"/>
          <w:lang w:eastAsia="zh-CN" w:bidi="hi-IN"/>
        </w:rPr>
        <w:t>Wittun</w:t>
      </w:r>
      <w:proofErr w:type="spellEnd"/>
      <w:r w:rsidRPr="00E1325D">
        <w:rPr>
          <w:rFonts w:ascii="Silka" w:eastAsia="SimSun" w:hAnsi="Silka" w:cs="Sana"/>
          <w:kern w:val="2"/>
          <w:lang w:eastAsia="zh-CN" w:bidi="hi-IN"/>
        </w:rPr>
        <w:t xml:space="preserve"> ist Schauspieler, Sänger, Musiker, Song- und Musicalautor und ein Meister des komischen Fachs. </w:t>
      </w:r>
      <w:r>
        <w:rPr>
          <w:rFonts w:ascii="Silka" w:eastAsia="SimSun" w:hAnsi="Silka" w:cs="Sana"/>
          <w:kern w:val="2"/>
          <w:lang w:eastAsia="zh-CN" w:bidi="hi-IN"/>
        </w:rPr>
        <w:t>Er</w:t>
      </w:r>
      <w:r w:rsidRPr="00E1325D">
        <w:rPr>
          <w:rFonts w:ascii="Silka" w:eastAsia="SimSun" w:hAnsi="Silka" w:cs="Sana"/>
          <w:kern w:val="2"/>
          <w:lang w:eastAsia="zh-CN" w:bidi="hi-IN"/>
        </w:rPr>
        <w:t xml:space="preserve"> absolvierte seine Schauspielausbildung am »Mozarteum Salzburg« und am »</w:t>
      </w:r>
      <w:proofErr w:type="gramStart"/>
      <w:r w:rsidRPr="00E1325D">
        <w:rPr>
          <w:rFonts w:ascii="Silka" w:eastAsia="SimSun" w:hAnsi="Silka" w:cs="Sana"/>
          <w:kern w:val="2"/>
          <w:lang w:eastAsia="zh-CN" w:bidi="hi-IN"/>
        </w:rPr>
        <w:t>HB Studio</w:t>
      </w:r>
      <w:proofErr w:type="gramEnd"/>
      <w:r w:rsidRPr="00E1325D">
        <w:rPr>
          <w:rFonts w:ascii="Silka" w:eastAsia="SimSun" w:hAnsi="Silka" w:cs="Sana"/>
          <w:kern w:val="2"/>
          <w:lang w:eastAsia="zh-CN" w:bidi="hi-IN"/>
        </w:rPr>
        <w:t>« in New York. Er arbeitet sowohl im Schauspiel als auch in Musicals, u.a. am Theater des Westens. Am Theater Lübeck war er fünf Jahre Ensemblemitglied. Er stand u.a. für »</w:t>
      </w:r>
      <w:proofErr w:type="gramStart"/>
      <w:r w:rsidRPr="00E1325D">
        <w:rPr>
          <w:rFonts w:ascii="Silka" w:eastAsia="SimSun" w:hAnsi="Silka" w:cs="Sana"/>
          <w:kern w:val="2"/>
          <w:lang w:eastAsia="zh-CN" w:bidi="hi-IN"/>
        </w:rPr>
        <w:t>Alles</w:t>
      </w:r>
      <w:proofErr w:type="gramEnd"/>
      <w:r w:rsidRPr="00E1325D">
        <w:rPr>
          <w:rFonts w:ascii="Silka" w:eastAsia="SimSun" w:hAnsi="Silka" w:cs="Sana"/>
          <w:kern w:val="2"/>
          <w:lang w:eastAsia="zh-CN" w:bidi="hi-IN"/>
        </w:rPr>
        <w:t xml:space="preserve"> was zählt« und »Der Lehrer« vor der Kamera, spielte am</w:t>
      </w:r>
      <w:r>
        <w:rPr>
          <w:rFonts w:ascii="Silka" w:eastAsia="SimSun" w:hAnsi="Silka" w:cs="Sana"/>
          <w:kern w:val="2"/>
          <w:lang w:eastAsia="zh-CN" w:bidi="hi-IN"/>
        </w:rPr>
        <w:t xml:space="preserve"> </w:t>
      </w:r>
      <w:r w:rsidRPr="00E1325D">
        <w:rPr>
          <w:rFonts w:ascii="Silka" w:eastAsia="SimSun" w:hAnsi="Silka" w:cs="Sana"/>
          <w:kern w:val="2"/>
          <w:lang w:eastAsia="zh-CN" w:bidi="hi-IN"/>
        </w:rPr>
        <w:t xml:space="preserve">Staatstheater Cottbus </w:t>
      </w:r>
      <w:proofErr w:type="spellStart"/>
      <w:r w:rsidRPr="00E1325D">
        <w:rPr>
          <w:rFonts w:ascii="Silka" w:eastAsia="SimSun" w:hAnsi="Silka" w:cs="Sana"/>
          <w:kern w:val="2"/>
          <w:lang w:eastAsia="zh-CN" w:bidi="hi-IN"/>
        </w:rPr>
        <w:t>Danforth</w:t>
      </w:r>
      <w:proofErr w:type="spellEnd"/>
      <w:r w:rsidRPr="00E1325D">
        <w:rPr>
          <w:rFonts w:ascii="Silka" w:eastAsia="SimSun" w:hAnsi="Silka" w:cs="Sana"/>
          <w:kern w:val="2"/>
          <w:lang w:eastAsia="zh-CN" w:bidi="hi-IN"/>
        </w:rPr>
        <w:t xml:space="preserve"> in »Hexenjagd« (Regie: Andreas Nathusius) und zuletzt im Kleinen Theater Bonn Bad Godesberg den Hotelerben </w:t>
      </w:r>
      <w:proofErr w:type="spellStart"/>
      <w:r w:rsidRPr="00E1325D">
        <w:rPr>
          <w:rFonts w:ascii="Silka" w:eastAsia="SimSun" w:hAnsi="Silka" w:cs="Sana"/>
          <w:kern w:val="2"/>
          <w:lang w:eastAsia="zh-CN" w:bidi="hi-IN"/>
        </w:rPr>
        <w:t>Reichenshoffer</w:t>
      </w:r>
      <w:proofErr w:type="spellEnd"/>
      <w:r w:rsidRPr="00E1325D">
        <w:rPr>
          <w:rFonts w:ascii="Silka" w:eastAsia="SimSun" w:hAnsi="Silka" w:cs="Sana"/>
          <w:kern w:val="2"/>
          <w:lang w:eastAsia="zh-CN" w:bidi="hi-IN"/>
        </w:rPr>
        <w:t xml:space="preserve"> in »Vier Sternstunden«.</w:t>
      </w:r>
    </w:p>
    <w:p w14:paraId="765DDF9A" w14:textId="77777777" w:rsidR="0027100C" w:rsidRPr="003E74D8" w:rsidRDefault="0027100C" w:rsidP="006A398B">
      <w:pPr>
        <w:pStyle w:val="Textkrper"/>
        <w:rPr>
          <w:rFonts w:ascii="Silka" w:hAnsi="Silka" w:cs="Sana"/>
          <w:highlight w:val="yellow"/>
          <w:lang w:val="de-DE"/>
        </w:rPr>
      </w:pPr>
    </w:p>
    <w:p w14:paraId="17BC61F0" w14:textId="77777777" w:rsidR="006A398B" w:rsidRDefault="006A398B" w:rsidP="006A398B">
      <w:pPr>
        <w:rPr>
          <w:rFonts w:ascii="Silka" w:hAnsi="Silka" w:cs="Sana"/>
          <w:lang w:val="de-DE"/>
        </w:rPr>
      </w:pPr>
    </w:p>
    <w:p w14:paraId="31060556" w14:textId="74A9E581" w:rsidR="006A398B" w:rsidRDefault="009B691E" w:rsidP="009B691E">
      <w:pPr>
        <w:pStyle w:val="Listenabsatz"/>
        <w:numPr>
          <w:ilvl w:val="0"/>
          <w:numId w:val="1"/>
        </w:numPr>
        <w:rPr>
          <w:rFonts w:ascii="Silka" w:hAnsi="Silka" w:cs="Sana"/>
        </w:rPr>
      </w:pPr>
      <w:hyperlink r:id="rId7" w:history="1">
        <w:proofErr w:type="spellStart"/>
        <w:r w:rsidRPr="009B691E">
          <w:rPr>
            <w:rStyle w:val="Hyperlink"/>
            <w:rFonts w:ascii="Silka" w:hAnsi="Silka" w:cs="Sana"/>
          </w:rPr>
          <w:t>Produktionswebseite</w:t>
        </w:r>
        <w:proofErr w:type="spellEnd"/>
      </w:hyperlink>
    </w:p>
    <w:p w14:paraId="4F078337" w14:textId="77777777" w:rsidR="006A398B" w:rsidRDefault="006A398B" w:rsidP="006A398B">
      <w:pPr>
        <w:rPr>
          <w:rFonts w:ascii="Silka" w:hAnsi="Silka" w:cs="Sana"/>
        </w:rPr>
      </w:pPr>
    </w:p>
    <w:p w14:paraId="33EE01B8" w14:textId="77777777" w:rsidR="00090712" w:rsidRPr="009B691E" w:rsidRDefault="00090712" w:rsidP="006A398B">
      <w:pPr>
        <w:rPr>
          <w:rFonts w:ascii="Silka" w:hAnsi="Silka" w:cs="Sana"/>
        </w:rPr>
      </w:pPr>
    </w:p>
    <w:p w14:paraId="6E41C00D" w14:textId="115ECE88" w:rsidR="006A398B" w:rsidRDefault="008A69E1" w:rsidP="006A398B">
      <w:pPr>
        <w:rPr>
          <w:rFonts w:ascii="Silka" w:hAnsi="Silka" w:cs="Sana"/>
          <w:b/>
          <w:color w:val="000000"/>
          <w:sz w:val="17"/>
        </w:rPr>
      </w:pPr>
      <w:r>
        <w:rPr>
          <w:rFonts w:ascii="Silka" w:hAnsi="Silka" w:cs="Sana"/>
          <w:b/>
          <w:color w:val="000000"/>
          <w:sz w:val="17"/>
        </w:rPr>
        <w:t>Produktion</w:t>
      </w:r>
    </w:p>
    <w:p w14:paraId="6D37BE88" w14:textId="7C320202" w:rsidR="008A69E1" w:rsidRPr="008A69E1" w:rsidRDefault="008A69E1" w:rsidP="008A69E1">
      <w:pPr>
        <w:pStyle w:val="Textkrper"/>
        <w:rPr>
          <w:rFonts w:ascii="Silka" w:hAnsi="Silka" w:cs="Sana"/>
          <w:lang w:val="de-DE"/>
        </w:rPr>
      </w:pPr>
      <w:r w:rsidRPr="008A69E1">
        <w:rPr>
          <w:rFonts w:ascii="Silka" w:hAnsi="Silka" w:cs="Sana"/>
          <w:lang w:val="de-DE"/>
        </w:rPr>
        <w:t>Say Cheese Kultur gGmbH</w:t>
      </w:r>
    </w:p>
    <w:p w14:paraId="42BE9702" w14:textId="4D1D6762" w:rsidR="00E82E37" w:rsidRDefault="00E82E37" w:rsidP="006A398B">
      <w:pPr>
        <w:rPr>
          <w:rFonts w:ascii="Silka" w:hAnsi="Silka" w:cs="Sana"/>
          <w:b/>
          <w:color w:val="000000"/>
          <w:sz w:val="17"/>
        </w:rPr>
      </w:pPr>
      <w:bookmarkStart w:id="2" w:name="_Hlk192778748"/>
      <w:r>
        <w:rPr>
          <w:rFonts w:ascii="Silka" w:hAnsi="Silka" w:cs="Sana"/>
          <w:b/>
          <w:color w:val="000000"/>
          <w:sz w:val="17"/>
        </w:rPr>
        <w:t>Dauer</w:t>
      </w:r>
    </w:p>
    <w:bookmarkEnd w:id="2"/>
    <w:p w14:paraId="1F99557F" w14:textId="77777777" w:rsidR="00E82E37" w:rsidRDefault="00E82E37" w:rsidP="00E82E37">
      <w:pPr>
        <w:suppressAutoHyphens w:val="0"/>
        <w:autoSpaceDE w:val="0"/>
        <w:autoSpaceDN w:val="0"/>
        <w:adjustRightInd w:val="0"/>
        <w:rPr>
          <w:rFonts w:ascii="Silka" w:hAnsi="Silka" w:cs="Sana"/>
          <w:lang w:val="de-DE"/>
        </w:rPr>
      </w:pPr>
      <w:r w:rsidRPr="00174AAC">
        <w:rPr>
          <w:rFonts w:ascii="Silka" w:hAnsi="Silka" w:cs="Sana" w:hint="eastAsia"/>
          <w:lang w:val="de-DE"/>
        </w:rPr>
        <w:t>90min, zzgl. Pause</w:t>
      </w:r>
    </w:p>
    <w:p w14:paraId="5871A54E" w14:textId="77777777" w:rsidR="00E82E37" w:rsidRDefault="00E82E37" w:rsidP="00E82E37">
      <w:pPr>
        <w:suppressAutoHyphens w:val="0"/>
        <w:autoSpaceDE w:val="0"/>
        <w:autoSpaceDN w:val="0"/>
        <w:adjustRightInd w:val="0"/>
        <w:rPr>
          <w:rFonts w:ascii="Silka" w:hAnsi="Silka" w:cs="Sana"/>
          <w:lang w:val="de-DE"/>
        </w:rPr>
      </w:pPr>
    </w:p>
    <w:p w14:paraId="1ADF75B5" w14:textId="77777777" w:rsidR="00E82E37" w:rsidRPr="00E82E37" w:rsidRDefault="00E82E37" w:rsidP="00E82E37">
      <w:pPr>
        <w:rPr>
          <w:rFonts w:ascii="Silka" w:hAnsi="Silka" w:cs="Sana"/>
          <w:b/>
          <w:color w:val="000000"/>
          <w:sz w:val="17"/>
        </w:rPr>
      </w:pPr>
      <w:bookmarkStart w:id="3" w:name="_Hlk192778791"/>
      <w:proofErr w:type="spellStart"/>
      <w:r w:rsidRPr="00E82E37">
        <w:rPr>
          <w:rFonts w:ascii="Silka" w:hAnsi="Silka" w:cs="Sana"/>
          <w:b/>
          <w:color w:val="000000"/>
          <w:sz w:val="17"/>
        </w:rPr>
        <w:t>Besetzung</w:t>
      </w:r>
      <w:proofErr w:type="spellEnd"/>
      <w:r w:rsidRPr="00E82E37">
        <w:rPr>
          <w:rFonts w:ascii="Silka" w:hAnsi="Silka" w:cs="Sana"/>
          <w:b/>
          <w:color w:val="000000"/>
          <w:sz w:val="17"/>
        </w:rPr>
        <w:t>:</w:t>
      </w:r>
    </w:p>
    <w:bookmarkEnd w:id="3"/>
    <w:p w14:paraId="09B36877" w14:textId="77777777" w:rsidR="00E82E37" w:rsidRDefault="00E82E37" w:rsidP="00E82E37">
      <w:pPr>
        <w:suppressAutoHyphens w:val="0"/>
        <w:autoSpaceDE w:val="0"/>
        <w:autoSpaceDN w:val="0"/>
        <w:adjustRightInd w:val="0"/>
        <w:rPr>
          <w:rFonts w:ascii="Silka" w:hAnsi="Silka" w:cs="Sana"/>
          <w:lang w:val="de-DE"/>
        </w:rPr>
      </w:pPr>
      <w:r>
        <w:rPr>
          <w:rFonts w:ascii="Silka" w:hAnsi="Silka" w:cs="Sana"/>
          <w:lang w:val="de-DE"/>
        </w:rPr>
        <w:t>Thommy: Harry Heib</w:t>
      </w:r>
    </w:p>
    <w:p w14:paraId="42BB4A30" w14:textId="77777777" w:rsidR="00E82E37" w:rsidRDefault="00E82E37" w:rsidP="00E82E37">
      <w:pPr>
        <w:suppressAutoHyphens w:val="0"/>
        <w:autoSpaceDE w:val="0"/>
        <w:autoSpaceDN w:val="0"/>
        <w:adjustRightInd w:val="0"/>
        <w:rPr>
          <w:rFonts w:ascii="Silka" w:hAnsi="Silka" w:cs="Sana"/>
          <w:lang w:val="de-DE"/>
        </w:rPr>
      </w:pPr>
      <w:r>
        <w:rPr>
          <w:rFonts w:ascii="Silka" w:hAnsi="Silka" w:cs="Sana"/>
          <w:lang w:val="de-DE"/>
        </w:rPr>
        <w:t xml:space="preserve">Christoph: Dirk </w:t>
      </w:r>
      <w:proofErr w:type="spellStart"/>
      <w:r>
        <w:rPr>
          <w:rFonts w:ascii="Silka" w:hAnsi="Silka" w:cs="Sana"/>
          <w:lang w:val="de-DE"/>
        </w:rPr>
        <w:t>Wittun</w:t>
      </w:r>
      <w:proofErr w:type="spellEnd"/>
    </w:p>
    <w:p w14:paraId="2619ECAE" w14:textId="77777777" w:rsidR="00E82E37" w:rsidRDefault="00E82E37" w:rsidP="00E82E37">
      <w:pPr>
        <w:suppressAutoHyphens w:val="0"/>
        <w:autoSpaceDE w:val="0"/>
        <w:autoSpaceDN w:val="0"/>
        <w:adjustRightInd w:val="0"/>
        <w:rPr>
          <w:rFonts w:ascii="Silka" w:hAnsi="Silka" w:cs="Sana"/>
          <w:lang w:val="de-DE"/>
        </w:rPr>
      </w:pPr>
      <w:r>
        <w:rPr>
          <w:rFonts w:ascii="Silka" w:hAnsi="Silka" w:cs="Sana"/>
          <w:lang w:val="de-DE"/>
        </w:rPr>
        <w:t>Ralf: Bernd Blömer</w:t>
      </w:r>
    </w:p>
    <w:p w14:paraId="4B998F80" w14:textId="77777777" w:rsidR="00E82E37" w:rsidRDefault="00E82E37" w:rsidP="00E82E37">
      <w:pPr>
        <w:suppressAutoHyphens w:val="0"/>
        <w:autoSpaceDE w:val="0"/>
        <w:autoSpaceDN w:val="0"/>
        <w:adjustRightInd w:val="0"/>
        <w:rPr>
          <w:rFonts w:ascii="Silka" w:hAnsi="Silka" w:cs="Sana"/>
          <w:lang w:val="de-DE"/>
        </w:rPr>
      </w:pPr>
      <w:r>
        <w:rPr>
          <w:rFonts w:ascii="Silka" w:hAnsi="Silka" w:cs="Sana"/>
          <w:lang w:val="de-DE"/>
        </w:rPr>
        <w:t>Marie: NN</w:t>
      </w:r>
    </w:p>
    <w:p w14:paraId="5D22F57E" w14:textId="77777777" w:rsidR="00E82E37" w:rsidRDefault="00E82E37" w:rsidP="00E82E37">
      <w:pPr>
        <w:suppressAutoHyphens w:val="0"/>
        <w:autoSpaceDE w:val="0"/>
        <w:autoSpaceDN w:val="0"/>
        <w:adjustRightInd w:val="0"/>
        <w:rPr>
          <w:rFonts w:ascii="Silka" w:hAnsi="Silka" w:cs="Sana"/>
          <w:lang w:val="de-DE"/>
        </w:rPr>
      </w:pPr>
    </w:p>
    <w:p w14:paraId="38FA8DBC" w14:textId="0390F7F8" w:rsidR="00E82E37" w:rsidRPr="00E82E37" w:rsidRDefault="008A69E1" w:rsidP="00E82E37">
      <w:pPr>
        <w:rPr>
          <w:rFonts w:ascii="Silka" w:hAnsi="Silka" w:cs="Sana"/>
          <w:b/>
          <w:color w:val="000000"/>
          <w:sz w:val="17"/>
        </w:rPr>
      </w:pPr>
      <w:proofErr w:type="spellStart"/>
      <w:r>
        <w:rPr>
          <w:rFonts w:ascii="Silka" w:hAnsi="Silka" w:cs="Sana"/>
          <w:b/>
          <w:color w:val="000000"/>
          <w:sz w:val="17"/>
        </w:rPr>
        <w:t>Kreativ</w:t>
      </w:r>
      <w:proofErr w:type="spellEnd"/>
      <w:r w:rsidR="00E82E37" w:rsidRPr="00E82E37">
        <w:rPr>
          <w:rFonts w:ascii="Silka" w:hAnsi="Silka" w:cs="Sana"/>
          <w:b/>
          <w:color w:val="000000"/>
          <w:sz w:val="17"/>
        </w:rPr>
        <w:t>:</w:t>
      </w:r>
    </w:p>
    <w:p w14:paraId="2130D45E" w14:textId="77777777" w:rsidR="00E82E37" w:rsidRDefault="00E82E37" w:rsidP="00E82E37">
      <w:pPr>
        <w:suppressAutoHyphens w:val="0"/>
        <w:autoSpaceDE w:val="0"/>
        <w:autoSpaceDN w:val="0"/>
        <w:adjustRightInd w:val="0"/>
        <w:rPr>
          <w:rFonts w:ascii="Silka" w:hAnsi="Silka" w:cs="Sana"/>
          <w:lang w:val="de-DE"/>
        </w:rPr>
      </w:pPr>
      <w:r>
        <w:rPr>
          <w:rFonts w:ascii="Silka" w:hAnsi="Silka" w:cs="Sana"/>
          <w:lang w:val="de-DE"/>
        </w:rPr>
        <w:t>Regie: Jonas Gruber</w:t>
      </w:r>
    </w:p>
    <w:p w14:paraId="694FDBB5" w14:textId="77777777" w:rsidR="00E82E37" w:rsidRDefault="00E82E37" w:rsidP="00E82E37">
      <w:pPr>
        <w:suppressAutoHyphens w:val="0"/>
        <w:autoSpaceDE w:val="0"/>
        <w:autoSpaceDN w:val="0"/>
        <w:adjustRightInd w:val="0"/>
        <w:rPr>
          <w:rFonts w:ascii="Silka" w:hAnsi="Silka" w:cs="Sana"/>
          <w:lang w:val="de-DE"/>
        </w:rPr>
      </w:pPr>
    </w:p>
    <w:p w14:paraId="689B7CA2" w14:textId="12E66E61" w:rsidR="00E82E37" w:rsidRPr="00E82E37" w:rsidRDefault="00E82E37" w:rsidP="00E82E37">
      <w:pPr>
        <w:suppressAutoHyphens w:val="0"/>
        <w:autoSpaceDE w:val="0"/>
        <w:autoSpaceDN w:val="0"/>
        <w:adjustRightInd w:val="0"/>
        <w:rPr>
          <w:rFonts w:ascii="Silka" w:hAnsi="Silka" w:cs="Sana"/>
          <w:b/>
          <w:color w:val="000000"/>
          <w:sz w:val="17"/>
        </w:rPr>
      </w:pPr>
      <w:r w:rsidRPr="00E82E37">
        <w:rPr>
          <w:rFonts w:ascii="Silka" w:hAnsi="Silka" w:cs="Sana"/>
          <w:b/>
          <w:color w:val="000000"/>
          <w:sz w:val="17"/>
        </w:rPr>
        <w:t>Verlag</w:t>
      </w:r>
    </w:p>
    <w:p w14:paraId="37ACAC7C" w14:textId="76850847" w:rsidR="00E82E37" w:rsidRDefault="00E82E37" w:rsidP="00E82E37">
      <w:pPr>
        <w:suppressAutoHyphens w:val="0"/>
        <w:autoSpaceDE w:val="0"/>
        <w:autoSpaceDN w:val="0"/>
        <w:adjustRightInd w:val="0"/>
        <w:rPr>
          <w:rFonts w:ascii="Silka" w:hAnsi="Silka" w:cs="Sana"/>
          <w:lang w:val="de-DE"/>
        </w:rPr>
      </w:pPr>
      <w:r>
        <w:rPr>
          <w:rFonts w:ascii="Silka" w:hAnsi="Silka" w:cs="Sana"/>
          <w:lang w:val="de-DE"/>
        </w:rPr>
        <w:t>Gustav Kiepenheuer Bühnenvertriebs-GmbH</w:t>
      </w:r>
    </w:p>
    <w:p w14:paraId="1D0E586E" w14:textId="77777777" w:rsidR="00E82E37" w:rsidRDefault="00E82E37" w:rsidP="006A398B">
      <w:pPr>
        <w:rPr>
          <w:rFonts w:ascii="Silka" w:hAnsi="Silka" w:cs="Sana"/>
          <w:b/>
          <w:color w:val="000000"/>
          <w:sz w:val="17"/>
        </w:rPr>
      </w:pPr>
    </w:p>
    <w:p w14:paraId="5BD543DD" w14:textId="77777777" w:rsidR="00E82E37" w:rsidRPr="009B691E" w:rsidRDefault="00E82E37" w:rsidP="006A398B">
      <w:pPr>
        <w:rPr>
          <w:rFonts w:ascii="Silka" w:hAnsi="Silka" w:cs="Sana"/>
          <w:b/>
          <w:color w:val="000000"/>
          <w:sz w:val="17"/>
        </w:rPr>
      </w:pPr>
    </w:p>
    <w:p w14:paraId="6B71A237" w14:textId="568F3360" w:rsidR="006A398B" w:rsidRPr="00E82E37" w:rsidRDefault="006A398B" w:rsidP="006A398B">
      <w:pPr>
        <w:suppressAutoHyphens w:val="0"/>
        <w:autoSpaceDE w:val="0"/>
        <w:autoSpaceDN w:val="0"/>
        <w:adjustRightInd w:val="0"/>
        <w:rPr>
          <w:rFonts w:ascii="Silka" w:hAnsi="Silka" w:cs="Sana"/>
          <w:b/>
          <w:color w:val="000000"/>
          <w:sz w:val="17"/>
        </w:rPr>
      </w:pPr>
      <w:r w:rsidRPr="00E82E37">
        <w:rPr>
          <w:rFonts w:ascii="Silka" w:hAnsi="Silka" w:cs="Sana"/>
          <w:b/>
          <w:color w:val="000000"/>
          <w:sz w:val="17"/>
        </w:rPr>
        <w:t>Booking</w:t>
      </w:r>
    </w:p>
    <w:p w14:paraId="0168FC9D" w14:textId="77777777" w:rsidR="006A398B" w:rsidRPr="006A398B" w:rsidRDefault="006A398B" w:rsidP="006A398B">
      <w:pPr>
        <w:suppressAutoHyphens w:val="0"/>
        <w:autoSpaceDE w:val="0"/>
        <w:autoSpaceDN w:val="0"/>
        <w:adjustRightInd w:val="0"/>
        <w:rPr>
          <w:rFonts w:ascii="Silka" w:hAnsi="Silka" w:cs="Sana"/>
        </w:rPr>
      </w:pPr>
      <w:r w:rsidRPr="006A398B">
        <w:rPr>
          <w:rFonts w:ascii="Silka" w:hAnsi="Silka" w:cs="Sana"/>
        </w:rPr>
        <w:t>Agentur Say Cheese</w:t>
      </w:r>
    </w:p>
    <w:p w14:paraId="7F7729E1" w14:textId="04CD5D50" w:rsidR="00174AAC" w:rsidRPr="00E82E37" w:rsidRDefault="006A398B" w:rsidP="006A398B">
      <w:pPr>
        <w:suppressAutoHyphens w:val="0"/>
        <w:autoSpaceDE w:val="0"/>
        <w:autoSpaceDN w:val="0"/>
        <w:adjustRightInd w:val="0"/>
        <w:rPr>
          <w:rFonts w:ascii="Silka" w:hAnsi="Silka" w:cs="Sana"/>
        </w:rPr>
      </w:pPr>
      <w:proofErr w:type="spellStart"/>
      <w:r w:rsidRPr="006A398B">
        <w:rPr>
          <w:rFonts w:ascii="Silka" w:hAnsi="Silka" w:cs="Sana"/>
        </w:rPr>
        <w:t>Corneliusstraße</w:t>
      </w:r>
      <w:proofErr w:type="spellEnd"/>
      <w:r w:rsidRPr="006A398B">
        <w:rPr>
          <w:rFonts w:ascii="Silka" w:hAnsi="Silka" w:cs="Sana"/>
        </w:rPr>
        <w:t xml:space="preserve"> 71 (</w:t>
      </w:r>
      <w:proofErr w:type="spellStart"/>
      <w:r w:rsidRPr="006A398B">
        <w:rPr>
          <w:rFonts w:ascii="Silka" w:hAnsi="Silka" w:cs="Sana"/>
        </w:rPr>
        <w:t>Hinterhof</w:t>
      </w:r>
      <w:proofErr w:type="spellEnd"/>
      <w:r w:rsidRPr="006A398B">
        <w:rPr>
          <w:rFonts w:ascii="Silka" w:hAnsi="Silka" w:cs="Sana"/>
        </w:rPr>
        <w:t xml:space="preserve"> links)</w:t>
      </w:r>
    </w:p>
    <w:p w14:paraId="790EE4E1" w14:textId="7F94831F" w:rsidR="006A398B" w:rsidRPr="003E74D8" w:rsidRDefault="006A398B" w:rsidP="006A398B">
      <w:pPr>
        <w:suppressAutoHyphens w:val="0"/>
        <w:autoSpaceDE w:val="0"/>
        <w:autoSpaceDN w:val="0"/>
        <w:adjustRightInd w:val="0"/>
        <w:rPr>
          <w:rFonts w:ascii="Silka" w:hAnsi="Silka" w:cs="Sana"/>
          <w:lang w:val="de-DE"/>
        </w:rPr>
      </w:pPr>
      <w:r w:rsidRPr="003E74D8">
        <w:rPr>
          <w:rFonts w:ascii="Silka" w:hAnsi="Silka" w:cs="Sana"/>
          <w:lang w:val="de-DE"/>
        </w:rPr>
        <w:t xml:space="preserve">40215 </w:t>
      </w:r>
      <w:proofErr w:type="spellStart"/>
      <w:r w:rsidRPr="003E74D8">
        <w:rPr>
          <w:rFonts w:ascii="Silka" w:hAnsi="Silka" w:cs="Sana"/>
          <w:lang w:val="de-DE"/>
        </w:rPr>
        <w:t>düsseldorf</w:t>
      </w:r>
      <w:proofErr w:type="spellEnd"/>
    </w:p>
    <w:p w14:paraId="4B6F974B" w14:textId="77777777" w:rsidR="006A398B" w:rsidRPr="003E74D8" w:rsidRDefault="006A398B" w:rsidP="006A398B">
      <w:pPr>
        <w:suppressAutoHyphens w:val="0"/>
        <w:autoSpaceDE w:val="0"/>
        <w:autoSpaceDN w:val="0"/>
        <w:adjustRightInd w:val="0"/>
        <w:rPr>
          <w:rFonts w:ascii="Silka" w:hAnsi="Silka" w:cs="Sana"/>
          <w:lang w:val="de-DE"/>
        </w:rPr>
      </w:pPr>
      <w:r w:rsidRPr="003E74D8">
        <w:rPr>
          <w:rFonts w:ascii="Silka" w:hAnsi="Silka" w:cs="Sana"/>
          <w:lang w:val="de-DE"/>
        </w:rPr>
        <w:t>+49 211 542 661 20</w:t>
      </w:r>
    </w:p>
    <w:p w14:paraId="130BEA98" w14:textId="77777777" w:rsidR="006A398B" w:rsidRPr="003E74D8" w:rsidRDefault="006A398B" w:rsidP="006A398B">
      <w:pPr>
        <w:suppressAutoHyphens w:val="0"/>
        <w:autoSpaceDE w:val="0"/>
        <w:autoSpaceDN w:val="0"/>
        <w:adjustRightInd w:val="0"/>
        <w:rPr>
          <w:rFonts w:ascii="Silka" w:hAnsi="Silka" w:cs="Sana"/>
          <w:lang w:val="de-DE"/>
        </w:rPr>
      </w:pPr>
      <w:r w:rsidRPr="003E74D8">
        <w:rPr>
          <w:rFonts w:ascii="Silka" w:hAnsi="Silka" w:cs="Sana"/>
          <w:lang w:val="de-DE"/>
        </w:rPr>
        <w:t>+49 179 508 37 48</w:t>
      </w:r>
    </w:p>
    <w:p w14:paraId="4B339499" w14:textId="77777777" w:rsidR="006A398B" w:rsidRPr="003E74D8" w:rsidRDefault="006A398B" w:rsidP="006A398B">
      <w:pPr>
        <w:suppressAutoHyphens w:val="0"/>
        <w:autoSpaceDE w:val="0"/>
        <w:autoSpaceDN w:val="0"/>
        <w:adjustRightInd w:val="0"/>
        <w:rPr>
          <w:rFonts w:ascii="Silka" w:hAnsi="Silka" w:cs="Sana"/>
          <w:lang w:val="de-DE"/>
        </w:rPr>
      </w:pPr>
      <w:r w:rsidRPr="003E74D8">
        <w:rPr>
          <w:rFonts w:ascii="Silka" w:hAnsi="Silka" w:cs="Sana"/>
          <w:lang w:val="de-DE"/>
        </w:rPr>
        <w:t>www.</w:t>
      </w:r>
      <w:hyperlink r:id="rId8" w:history="1">
        <w:proofErr w:type="gramStart"/>
        <w:r w:rsidRPr="003E74D8">
          <w:rPr>
            <w:rFonts w:ascii="Silka" w:hAnsi="Silka" w:cs="Sana"/>
            <w:lang w:val="de-DE"/>
          </w:rPr>
          <w:t>saycheese.agency</w:t>
        </w:r>
        <w:proofErr w:type="gramEnd"/>
      </w:hyperlink>
    </w:p>
    <w:p w14:paraId="14D88115" w14:textId="77777777" w:rsidR="006A398B" w:rsidRDefault="006A398B" w:rsidP="006A398B">
      <w:pPr>
        <w:rPr>
          <w:rFonts w:ascii="Silka" w:hAnsi="Silka" w:cs="Sana"/>
          <w:lang w:val="de-DE"/>
        </w:rPr>
      </w:pPr>
      <w:hyperlink r:id="rId9" w:history="1">
        <w:r w:rsidRPr="006425C7">
          <w:rPr>
            <w:rStyle w:val="Hyperlink"/>
            <w:rFonts w:ascii="Silka" w:hAnsi="Silka" w:cs="Sana"/>
            <w:lang w:val="de-DE"/>
          </w:rPr>
          <w:t>jg@saycheese.agency</w:t>
        </w:r>
      </w:hyperlink>
    </w:p>
    <w:p w14:paraId="50DCD1C1" w14:textId="77777777" w:rsidR="006A398B" w:rsidRDefault="006A398B" w:rsidP="006A398B">
      <w:pPr>
        <w:rPr>
          <w:rFonts w:ascii="Silka" w:hAnsi="Silka" w:cs="Sana"/>
          <w:lang w:val="de-DE"/>
        </w:rPr>
      </w:pPr>
    </w:p>
    <w:p w14:paraId="4267ABC2" w14:textId="77777777" w:rsidR="006A398B" w:rsidRPr="003E74D8" w:rsidRDefault="006A398B" w:rsidP="006A398B">
      <w:pPr>
        <w:rPr>
          <w:rFonts w:ascii="Silka" w:hAnsi="Silka" w:cs="Sana"/>
          <w:lang w:val="de-DE"/>
        </w:rPr>
      </w:pPr>
      <w:r>
        <w:rPr>
          <w:rFonts w:ascii="Silka" w:hAnsi="Silka" w:cs="Sana"/>
          <w:lang w:val="de-DE"/>
        </w:rPr>
        <w:t>Ihr Ansprechpartner: Jonas Gruber</w:t>
      </w:r>
    </w:p>
    <w:sectPr w:rsidR="006A398B" w:rsidRPr="003E74D8" w:rsidSect="00C827E0">
      <w:headerReference w:type="default" r:id="rId10"/>
      <w:pgSz w:w="11901" w:h="16817"/>
      <w:pgMar w:top="453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C72708" w14:textId="77777777" w:rsidR="0086645A" w:rsidRDefault="0086645A" w:rsidP="003A575A">
      <w:pPr>
        <w:rPr>
          <w:rFonts w:hint="eastAsia"/>
        </w:rPr>
      </w:pPr>
      <w:r>
        <w:separator/>
      </w:r>
    </w:p>
  </w:endnote>
  <w:endnote w:type="continuationSeparator" w:id="0">
    <w:p w14:paraId="4673A937" w14:textId="77777777" w:rsidR="0086645A" w:rsidRDefault="0086645A" w:rsidP="003A575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Sana">
    <w:panose1 w:val="00000400000000000000"/>
    <w:charset w:val="B2"/>
    <w:family w:val="auto"/>
    <w:pitch w:val="variable"/>
    <w:sig w:usb0="00002003" w:usb1="00000000" w:usb2="00000000" w:usb3="00000000" w:csb0="00000041" w:csb1="00000000"/>
  </w:font>
  <w:font w:name="Calibri">
    <w:panose1 w:val="020F0502020204030204"/>
    <w:charset w:val="00"/>
    <w:family w:val="swiss"/>
    <w:pitch w:val="variable"/>
    <w:sig w:usb0="E4002EFF" w:usb1="C200247B" w:usb2="00000009" w:usb3="00000000" w:csb0="000001FF" w:csb1="00000000"/>
  </w:font>
  <w:font w:name="Liberation Serif">
    <w:altName w:val="Times New Roman"/>
    <w:panose1 w:val="020B0604020202020204"/>
    <w:charset w:val="00"/>
    <w:family w:val="roman"/>
    <w:pitch w:val="variable"/>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ilka">
    <w:panose1 w:val="00000500000000000000"/>
    <w:charset w:val="4D"/>
    <w:family w:val="auto"/>
    <w:notTrueType/>
    <w:pitch w:val="variable"/>
    <w:sig w:usb0="00000007" w:usb1="00000000" w:usb2="00000000" w:usb3="00000000" w:csb0="00000093" w:csb1="00000000"/>
  </w:font>
  <w:font w:name="Poppins">
    <w:panose1 w:val="00000500000000000000"/>
    <w:charset w:val="4D"/>
    <w:family w:val="auto"/>
    <w:pitch w:val="variable"/>
    <w:sig w:usb0="00008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562499" w14:textId="77777777" w:rsidR="0086645A" w:rsidRDefault="0086645A" w:rsidP="003A575A">
      <w:pPr>
        <w:rPr>
          <w:rFonts w:hint="eastAsia"/>
        </w:rPr>
      </w:pPr>
      <w:r>
        <w:separator/>
      </w:r>
    </w:p>
  </w:footnote>
  <w:footnote w:type="continuationSeparator" w:id="0">
    <w:p w14:paraId="53AC8BA7" w14:textId="77777777" w:rsidR="0086645A" w:rsidRDefault="0086645A" w:rsidP="003A575A">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97B33" w14:textId="77777777" w:rsidR="0002093B" w:rsidRDefault="0002093B">
    <w:pPr>
      <w:pStyle w:val="Kopfzeile"/>
    </w:pPr>
    <w:r>
      <w:rPr>
        <w:noProof/>
      </w:rPr>
      <w:drawing>
        <wp:anchor distT="0" distB="0" distL="114300" distR="114300" simplePos="0" relativeHeight="251659264" behindDoc="1" locked="0" layoutInCell="1" allowOverlap="1" wp14:anchorId="63D9D1CC" wp14:editId="36527A11">
          <wp:simplePos x="0" y="0"/>
          <wp:positionH relativeFrom="column">
            <wp:posOffset>4186994</wp:posOffset>
          </wp:positionH>
          <wp:positionV relativeFrom="paragraph">
            <wp:posOffset>-102870</wp:posOffset>
          </wp:positionV>
          <wp:extent cx="2840400" cy="2811600"/>
          <wp:effectExtent l="0" t="0" r="4445" b="0"/>
          <wp:wrapNone/>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840400" cy="2811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2A6342"/>
    <w:multiLevelType w:val="multilevel"/>
    <w:tmpl w:val="6A8CF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3FC0A6B"/>
    <w:multiLevelType w:val="hybridMultilevel"/>
    <w:tmpl w:val="2EAA9016"/>
    <w:lvl w:ilvl="0" w:tplc="1D047C76">
      <w:numFmt w:val="bullet"/>
      <w:lvlText w:val=""/>
      <w:lvlJc w:val="left"/>
      <w:pPr>
        <w:ind w:left="720" w:hanging="360"/>
      </w:pPr>
      <w:rPr>
        <w:rFonts w:ascii="Wingdings" w:eastAsia="SimSun" w:hAnsi="Wingdings" w:cs="S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65618676">
    <w:abstractNumId w:val="1"/>
  </w:num>
  <w:num w:numId="2" w16cid:durableId="12968326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98B"/>
    <w:rsid w:val="000021E8"/>
    <w:rsid w:val="0002093B"/>
    <w:rsid w:val="000811A3"/>
    <w:rsid w:val="00090712"/>
    <w:rsid w:val="00124A2B"/>
    <w:rsid w:val="00127E56"/>
    <w:rsid w:val="00174AAC"/>
    <w:rsid w:val="0021618F"/>
    <w:rsid w:val="00221F5D"/>
    <w:rsid w:val="0027100C"/>
    <w:rsid w:val="002D1766"/>
    <w:rsid w:val="002F467D"/>
    <w:rsid w:val="003416FA"/>
    <w:rsid w:val="003A575A"/>
    <w:rsid w:val="004741A1"/>
    <w:rsid w:val="005E0442"/>
    <w:rsid w:val="005F702D"/>
    <w:rsid w:val="00621175"/>
    <w:rsid w:val="00672688"/>
    <w:rsid w:val="00692D17"/>
    <w:rsid w:val="006A398B"/>
    <w:rsid w:val="006C7740"/>
    <w:rsid w:val="006E5421"/>
    <w:rsid w:val="006F0F87"/>
    <w:rsid w:val="007320EE"/>
    <w:rsid w:val="00735EDC"/>
    <w:rsid w:val="007B4572"/>
    <w:rsid w:val="0086645A"/>
    <w:rsid w:val="008A69E1"/>
    <w:rsid w:val="008C522F"/>
    <w:rsid w:val="009151A2"/>
    <w:rsid w:val="00926A8A"/>
    <w:rsid w:val="00931D7B"/>
    <w:rsid w:val="009B691E"/>
    <w:rsid w:val="009C0249"/>
    <w:rsid w:val="00A11F1E"/>
    <w:rsid w:val="00AD79B2"/>
    <w:rsid w:val="00AD7A3E"/>
    <w:rsid w:val="00B21131"/>
    <w:rsid w:val="00B23B4E"/>
    <w:rsid w:val="00C45134"/>
    <w:rsid w:val="00C827E0"/>
    <w:rsid w:val="00C95634"/>
    <w:rsid w:val="00D23475"/>
    <w:rsid w:val="00D91764"/>
    <w:rsid w:val="00D93A0D"/>
    <w:rsid w:val="00E1325D"/>
    <w:rsid w:val="00E47CF5"/>
    <w:rsid w:val="00E82E37"/>
    <w:rsid w:val="00E93D5D"/>
    <w:rsid w:val="00F50F99"/>
    <w:rsid w:val="00FF60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79E57"/>
  <w15:chartTrackingRefBased/>
  <w15:docId w15:val="{7C6D0C01-BE72-644F-97AB-33FA36416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82E37"/>
    <w:pPr>
      <w:suppressAutoHyphens/>
      <w:spacing w:after="0" w:line="240" w:lineRule="auto"/>
    </w:pPr>
    <w:rPr>
      <w:rFonts w:ascii="Liberation Serif" w:eastAsia="SimSun" w:hAnsi="Liberation Serif" w:cs="Mangal"/>
      <w:kern w:val="2"/>
      <w:sz w:val="24"/>
      <w:szCs w:val="24"/>
      <w:lang w:val="en-US"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A575A"/>
    <w:pPr>
      <w:tabs>
        <w:tab w:val="center" w:pos="4536"/>
        <w:tab w:val="right" w:pos="9072"/>
      </w:tabs>
      <w:suppressAutoHyphens w:val="0"/>
    </w:pPr>
    <w:rPr>
      <w:rFonts w:asciiTheme="minorHAnsi" w:eastAsiaTheme="minorHAnsi" w:hAnsiTheme="minorHAnsi" w:cstheme="minorBidi"/>
      <w:kern w:val="0"/>
      <w:sz w:val="22"/>
      <w:szCs w:val="22"/>
      <w:lang w:val="de-DE" w:eastAsia="en-US" w:bidi="ar-SA"/>
    </w:rPr>
  </w:style>
  <w:style w:type="character" w:customStyle="1" w:styleId="KopfzeileZchn">
    <w:name w:val="Kopfzeile Zchn"/>
    <w:basedOn w:val="Absatz-Standardschriftart"/>
    <w:link w:val="Kopfzeile"/>
    <w:uiPriority w:val="99"/>
    <w:rsid w:val="003A575A"/>
  </w:style>
  <w:style w:type="paragraph" w:styleId="Fuzeile">
    <w:name w:val="footer"/>
    <w:basedOn w:val="Standard"/>
    <w:link w:val="FuzeileZchn"/>
    <w:uiPriority w:val="99"/>
    <w:unhideWhenUsed/>
    <w:rsid w:val="003A575A"/>
    <w:pPr>
      <w:tabs>
        <w:tab w:val="center" w:pos="4536"/>
        <w:tab w:val="right" w:pos="9072"/>
      </w:tabs>
      <w:suppressAutoHyphens w:val="0"/>
    </w:pPr>
    <w:rPr>
      <w:rFonts w:asciiTheme="minorHAnsi" w:eastAsiaTheme="minorHAnsi" w:hAnsiTheme="minorHAnsi" w:cstheme="minorBidi"/>
      <w:kern w:val="0"/>
      <w:sz w:val="22"/>
      <w:szCs w:val="22"/>
      <w:lang w:val="de-DE" w:eastAsia="en-US" w:bidi="ar-SA"/>
    </w:rPr>
  </w:style>
  <w:style w:type="character" w:customStyle="1" w:styleId="FuzeileZchn">
    <w:name w:val="Fußzeile Zchn"/>
    <w:basedOn w:val="Absatz-Standardschriftart"/>
    <w:link w:val="Fuzeile"/>
    <w:uiPriority w:val="99"/>
    <w:rsid w:val="003A575A"/>
  </w:style>
  <w:style w:type="paragraph" w:styleId="Titel">
    <w:name w:val="Title"/>
    <w:basedOn w:val="Standard"/>
    <w:next w:val="Standard"/>
    <w:link w:val="TitelZchn"/>
    <w:uiPriority w:val="10"/>
    <w:qFormat/>
    <w:rsid w:val="003A575A"/>
    <w:pPr>
      <w:suppressAutoHyphens w:val="0"/>
      <w:contextualSpacing/>
    </w:pPr>
    <w:rPr>
      <w:rFonts w:asciiTheme="majorHAnsi" w:eastAsiaTheme="majorEastAsia" w:hAnsiTheme="majorHAnsi" w:cstheme="majorBidi"/>
      <w:spacing w:val="-10"/>
      <w:kern w:val="28"/>
      <w:sz w:val="56"/>
      <w:szCs w:val="56"/>
      <w:lang w:val="de-DE" w:eastAsia="en-US" w:bidi="ar-SA"/>
    </w:rPr>
  </w:style>
  <w:style w:type="character" w:customStyle="1" w:styleId="TitelZchn">
    <w:name w:val="Titel Zchn"/>
    <w:basedOn w:val="Absatz-Standardschriftart"/>
    <w:link w:val="Titel"/>
    <w:uiPriority w:val="10"/>
    <w:rsid w:val="003A575A"/>
    <w:rPr>
      <w:rFonts w:asciiTheme="majorHAnsi" w:eastAsiaTheme="majorEastAsia" w:hAnsiTheme="majorHAnsi" w:cstheme="majorBidi"/>
      <w:spacing w:val="-10"/>
      <w:kern w:val="28"/>
      <w:sz w:val="56"/>
      <w:szCs w:val="56"/>
    </w:rPr>
  </w:style>
  <w:style w:type="character" w:styleId="Hyperlink">
    <w:name w:val="Hyperlink"/>
    <w:rsid w:val="0002093B"/>
    <w:rPr>
      <w:color w:val="000080"/>
      <w:u w:val="single"/>
    </w:rPr>
  </w:style>
  <w:style w:type="character" w:styleId="NichtaufgelsteErwhnung">
    <w:name w:val="Unresolved Mention"/>
    <w:basedOn w:val="Absatz-Standardschriftart"/>
    <w:uiPriority w:val="99"/>
    <w:semiHidden/>
    <w:unhideWhenUsed/>
    <w:rsid w:val="0002093B"/>
    <w:rPr>
      <w:color w:val="605E5C"/>
      <w:shd w:val="clear" w:color="auto" w:fill="E1DFDD"/>
    </w:rPr>
  </w:style>
  <w:style w:type="paragraph" w:styleId="Textkrper">
    <w:name w:val="Body Text"/>
    <w:basedOn w:val="Standard"/>
    <w:link w:val="TextkrperZchn"/>
    <w:rsid w:val="006A398B"/>
    <w:pPr>
      <w:spacing w:after="140" w:line="288" w:lineRule="auto"/>
    </w:pPr>
  </w:style>
  <w:style w:type="character" w:customStyle="1" w:styleId="TextkrperZchn">
    <w:name w:val="Textkörper Zchn"/>
    <w:basedOn w:val="Absatz-Standardschriftart"/>
    <w:link w:val="Textkrper"/>
    <w:rsid w:val="006A398B"/>
    <w:rPr>
      <w:rFonts w:ascii="Liberation Serif" w:eastAsia="SimSun" w:hAnsi="Liberation Serif" w:cs="Mangal"/>
      <w:kern w:val="2"/>
      <w:sz w:val="24"/>
      <w:szCs w:val="24"/>
      <w:lang w:val="en-US" w:eastAsia="zh-CN" w:bidi="hi-IN"/>
    </w:rPr>
  </w:style>
  <w:style w:type="paragraph" w:styleId="Listenabsatz">
    <w:name w:val="List Paragraph"/>
    <w:basedOn w:val="Standard"/>
    <w:uiPriority w:val="34"/>
    <w:qFormat/>
    <w:rsid w:val="009B691E"/>
    <w:pPr>
      <w:ind w:left="720"/>
      <w:contextualSpacing/>
    </w:pPr>
    <w:rPr>
      <w:szCs w:val="21"/>
    </w:rPr>
  </w:style>
  <w:style w:type="paragraph" w:styleId="StandardWeb">
    <w:name w:val="Normal (Web)"/>
    <w:basedOn w:val="Standard"/>
    <w:uiPriority w:val="99"/>
    <w:unhideWhenUsed/>
    <w:rsid w:val="009151A2"/>
    <w:pPr>
      <w:suppressAutoHyphens w:val="0"/>
      <w:spacing w:before="100" w:beforeAutospacing="1" w:after="100" w:afterAutospacing="1"/>
    </w:pPr>
    <w:rPr>
      <w:rFonts w:ascii="Times New Roman" w:eastAsia="Times New Roman" w:hAnsi="Times New Roman" w:cs="Times New Roman"/>
      <w:kern w:val="0"/>
      <w:lang w:val="de-DE" w:eastAsia="de-DE" w:bidi="ar-SA"/>
    </w:rPr>
  </w:style>
  <w:style w:type="paragraph" w:customStyle="1" w:styleId="gt-locations">
    <w:name w:val="gt-locations"/>
    <w:basedOn w:val="Standard"/>
    <w:rsid w:val="00C95634"/>
    <w:pPr>
      <w:suppressAutoHyphens w:val="0"/>
      <w:spacing w:before="100" w:beforeAutospacing="1" w:after="100" w:afterAutospacing="1"/>
    </w:pPr>
    <w:rPr>
      <w:rFonts w:ascii="Times New Roman" w:eastAsia="Times New Roman" w:hAnsi="Times New Roman" w:cs="Times New Roman"/>
      <w:kern w:val="0"/>
      <w:lang w:val="de-DE" w:eastAsia="de-DE" w:bidi="ar-SA"/>
    </w:rPr>
  </w:style>
  <w:style w:type="paragraph" w:customStyle="1" w:styleId="gt-extra-detail">
    <w:name w:val="gt-extra-detail"/>
    <w:basedOn w:val="Standard"/>
    <w:rsid w:val="00C95634"/>
    <w:pPr>
      <w:suppressAutoHyphens w:val="0"/>
      <w:spacing w:before="100" w:beforeAutospacing="1" w:after="100" w:afterAutospacing="1"/>
    </w:pPr>
    <w:rPr>
      <w:rFonts w:ascii="Times New Roman" w:eastAsia="Times New Roman" w:hAnsi="Times New Roman" w:cs="Times New Roman"/>
      <w:kern w:val="0"/>
      <w:lang w:val="de-DE" w:eastAsia="de-DE" w:bidi="ar-SA"/>
    </w:rPr>
  </w:style>
  <w:style w:type="character" w:styleId="Fett">
    <w:name w:val="Strong"/>
    <w:basedOn w:val="Absatz-Standardschriftart"/>
    <w:uiPriority w:val="22"/>
    <w:qFormat/>
    <w:rsid w:val="002710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945136">
      <w:bodyDiv w:val="1"/>
      <w:marLeft w:val="0"/>
      <w:marRight w:val="0"/>
      <w:marTop w:val="0"/>
      <w:marBottom w:val="0"/>
      <w:divBdr>
        <w:top w:val="none" w:sz="0" w:space="0" w:color="auto"/>
        <w:left w:val="none" w:sz="0" w:space="0" w:color="auto"/>
        <w:bottom w:val="none" w:sz="0" w:space="0" w:color="auto"/>
        <w:right w:val="none" w:sz="0" w:space="0" w:color="auto"/>
      </w:divBdr>
    </w:div>
    <w:div w:id="325205080">
      <w:bodyDiv w:val="1"/>
      <w:marLeft w:val="0"/>
      <w:marRight w:val="0"/>
      <w:marTop w:val="0"/>
      <w:marBottom w:val="0"/>
      <w:divBdr>
        <w:top w:val="none" w:sz="0" w:space="0" w:color="auto"/>
        <w:left w:val="none" w:sz="0" w:space="0" w:color="auto"/>
        <w:bottom w:val="none" w:sz="0" w:space="0" w:color="auto"/>
        <w:right w:val="none" w:sz="0" w:space="0" w:color="auto"/>
      </w:divBdr>
    </w:div>
    <w:div w:id="344480099">
      <w:bodyDiv w:val="1"/>
      <w:marLeft w:val="0"/>
      <w:marRight w:val="0"/>
      <w:marTop w:val="0"/>
      <w:marBottom w:val="0"/>
      <w:divBdr>
        <w:top w:val="none" w:sz="0" w:space="0" w:color="auto"/>
        <w:left w:val="none" w:sz="0" w:space="0" w:color="auto"/>
        <w:bottom w:val="none" w:sz="0" w:space="0" w:color="auto"/>
        <w:right w:val="none" w:sz="0" w:space="0" w:color="auto"/>
      </w:divBdr>
    </w:div>
    <w:div w:id="588932249">
      <w:bodyDiv w:val="1"/>
      <w:marLeft w:val="0"/>
      <w:marRight w:val="0"/>
      <w:marTop w:val="0"/>
      <w:marBottom w:val="0"/>
      <w:divBdr>
        <w:top w:val="none" w:sz="0" w:space="0" w:color="auto"/>
        <w:left w:val="none" w:sz="0" w:space="0" w:color="auto"/>
        <w:bottom w:val="none" w:sz="0" w:space="0" w:color="auto"/>
        <w:right w:val="none" w:sz="0" w:space="0" w:color="auto"/>
      </w:divBdr>
    </w:div>
    <w:div w:id="655453110">
      <w:bodyDiv w:val="1"/>
      <w:marLeft w:val="0"/>
      <w:marRight w:val="0"/>
      <w:marTop w:val="0"/>
      <w:marBottom w:val="0"/>
      <w:divBdr>
        <w:top w:val="none" w:sz="0" w:space="0" w:color="auto"/>
        <w:left w:val="none" w:sz="0" w:space="0" w:color="auto"/>
        <w:bottom w:val="none" w:sz="0" w:space="0" w:color="auto"/>
        <w:right w:val="none" w:sz="0" w:space="0" w:color="auto"/>
      </w:divBdr>
    </w:div>
    <w:div w:id="691881627">
      <w:bodyDiv w:val="1"/>
      <w:marLeft w:val="0"/>
      <w:marRight w:val="0"/>
      <w:marTop w:val="0"/>
      <w:marBottom w:val="0"/>
      <w:divBdr>
        <w:top w:val="none" w:sz="0" w:space="0" w:color="auto"/>
        <w:left w:val="none" w:sz="0" w:space="0" w:color="auto"/>
        <w:bottom w:val="none" w:sz="0" w:space="0" w:color="auto"/>
        <w:right w:val="none" w:sz="0" w:space="0" w:color="auto"/>
      </w:divBdr>
    </w:div>
    <w:div w:id="699475145">
      <w:bodyDiv w:val="1"/>
      <w:marLeft w:val="0"/>
      <w:marRight w:val="0"/>
      <w:marTop w:val="0"/>
      <w:marBottom w:val="0"/>
      <w:divBdr>
        <w:top w:val="none" w:sz="0" w:space="0" w:color="auto"/>
        <w:left w:val="none" w:sz="0" w:space="0" w:color="auto"/>
        <w:bottom w:val="none" w:sz="0" w:space="0" w:color="auto"/>
        <w:right w:val="none" w:sz="0" w:space="0" w:color="auto"/>
      </w:divBdr>
      <w:divsChild>
        <w:div w:id="1326857458">
          <w:marLeft w:val="-225"/>
          <w:marRight w:val="-225"/>
          <w:marTop w:val="0"/>
          <w:marBottom w:val="0"/>
          <w:divBdr>
            <w:top w:val="none" w:sz="0" w:space="0" w:color="auto"/>
            <w:left w:val="none" w:sz="0" w:space="0" w:color="auto"/>
            <w:bottom w:val="none" w:sz="0" w:space="0" w:color="auto"/>
            <w:right w:val="none" w:sz="0" w:space="0" w:color="auto"/>
          </w:divBdr>
          <w:divsChild>
            <w:div w:id="1346052307">
              <w:marLeft w:val="0"/>
              <w:marRight w:val="0"/>
              <w:marTop w:val="0"/>
              <w:marBottom w:val="0"/>
              <w:divBdr>
                <w:top w:val="none" w:sz="0" w:space="0" w:color="auto"/>
                <w:left w:val="none" w:sz="0" w:space="0" w:color="auto"/>
                <w:bottom w:val="none" w:sz="0" w:space="0" w:color="auto"/>
                <w:right w:val="none" w:sz="0" w:space="0" w:color="auto"/>
              </w:divBdr>
              <w:divsChild>
                <w:div w:id="772284917">
                  <w:marLeft w:val="0"/>
                  <w:marRight w:val="0"/>
                  <w:marTop w:val="0"/>
                  <w:marBottom w:val="0"/>
                  <w:divBdr>
                    <w:top w:val="none" w:sz="0" w:space="0" w:color="auto"/>
                    <w:left w:val="none" w:sz="0" w:space="0" w:color="auto"/>
                    <w:bottom w:val="none" w:sz="0" w:space="0" w:color="auto"/>
                    <w:right w:val="none" w:sz="0" w:space="0" w:color="auto"/>
                  </w:divBdr>
                  <w:divsChild>
                    <w:div w:id="1624116202">
                      <w:marLeft w:val="0"/>
                      <w:marRight w:val="0"/>
                      <w:marTop w:val="0"/>
                      <w:marBottom w:val="0"/>
                      <w:divBdr>
                        <w:top w:val="none" w:sz="0" w:space="0" w:color="auto"/>
                        <w:left w:val="none" w:sz="0" w:space="0" w:color="auto"/>
                        <w:bottom w:val="none" w:sz="0" w:space="0" w:color="auto"/>
                        <w:right w:val="none" w:sz="0" w:space="0" w:color="auto"/>
                      </w:divBdr>
                      <w:divsChild>
                        <w:div w:id="252470935">
                          <w:marLeft w:val="0"/>
                          <w:marRight w:val="0"/>
                          <w:marTop w:val="0"/>
                          <w:marBottom w:val="420"/>
                          <w:divBdr>
                            <w:top w:val="none" w:sz="0" w:space="0" w:color="auto"/>
                            <w:left w:val="none" w:sz="0" w:space="0" w:color="auto"/>
                            <w:bottom w:val="none" w:sz="0" w:space="0" w:color="auto"/>
                            <w:right w:val="none" w:sz="0" w:space="0" w:color="auto"/>
                          </w:divBdr>
                          <w:divsChild>
                            <w:div w:id="101149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1501588">
          <w:marLeft w:val="0"/>
          <w:marRight w:val="0"/>
          <w:marTop w:val="0"/>
          <w:marBottom w:val="420"/>
          <w:divBdr>
            <w:top w:val="none" w:sz="0" w:space="0" w:color="auto"/>
            <w:left w:val="none" w:sz="0" w:space="0" w:color="auto"/>
            <w:bottom w:val="none" w:sz="0" w:space="0" w:color="auto"/>
            <w:right w:val="none" w:sz="0" w:space="0" w:color="auto"/>
          </w:divBdr>
          <w:divsChild>
            <w:div w:id="75158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896222">
      <w:bodyDiv w:val="1"/>
      <w:marLeft w:val="0"/>
      <w:marRight w:val="0"/>
      <w:marTop w:val="0"/>
      <w:marBottom w:val="0"/>
      <w:divBdr>
        <w:top w:val="none" w:sz="0" w:space="0" w:color="auto"/>
        <w:left w:val="none" w:sz="0" w:space="0" w:color="auto"/>
        <w:bottom w:val="none" w:sz="0" w:space="0" w:color="auto"/>
        <w:right w:val="none" w:sz="0" w:space="0" w:color="auto"/>
      </w:divBdr>
    </w:div>
    <w:div w:id="945117191">
      <w:bodyDiv w:val="1"/>
      <w:marLeft w:val="0"/>
      <w:marRight w:val="0"/>
      <w:marTop w:val="0"/>
      <w:marBottom w:val="0"/>
      <w:divBdr>
        <w:top w:val="none" w:sz="0" w:space="0" w:color="auto"/>
        <w:left w:val="none" w:sz="0" w:space="0" w:color="auto"/>
        <w:bottom w:val="none" w:sz="0" w:space="0" w:color="auto"/>
        <w:right w:val="none" w:sz="0" w:space="0" w:color="auto"/>
      </w:divBdr>
    </w:div>
    <w:div w:id="993417000">
      <w:bodyDiv w:val="1"/>
      <w:marLeft w:val="0"/>
      <w:marRight w:val="0"/>
      <w:marTop w:val="0"/>
      <w:marBottom w:val="0"/>
      <w:divBdr>
        <w:top w:val="none" w:sz="0" w:space="0" w:color="auto"/>
        <w:left w:val="none" w:sz="0" w:space="0" w:color="auto"/>
        <w:bottom w:val="none" w:sz="0" w:space="0" w:color="auto"/>
        <w:right w:val="none" w:sz="0" w:space="0" w:color="auto"/>
      </w:divBdr>
    </w:div>
    <w:div w:id="1548177456">
      <w:bodyDiv w:val="1"/>
      <w:marLeft w:val="0"/>
      <w:marRight w:val="0"/>
      <w:marTop w:val="0"/>
      <w:marBottom w:val="0"/>
      <w:divBdr>
        <w:top w:val="none" w:sz="0" w:space="0" w:color="auto"/>
        <w:left w:val="none" w:sz="0" w:space="0" w:color="auto"/>
        <w:bottom w:val="none" w:sz="0" w:space="0" w:color="auto"/>
        <w:right w:val="none" w:sz="0" w:space="0" w:color="auto"/>
      </w:divBdr>
    </w:div>
    <w:div w:id="1601791323">
      <w:bodyDiv w:val="1"/>
      <w:marLeft w:val="0"/>
      <w:marRight w:val="0"/>
      <w:marTop w:val="0"/>
      <w:marBottom w:val="0"/>
      <w:divBdr>
        <w:top w:val="none" w:sz="0" w:space="0" w:color="auto"/>
        <w:left w:val="none" w:sz="0" w:space="0" w:color="auto"/>
        <w:bottom w:val="none" w:sz="0" w:space="0" w:color="auto"/>
        <w:right w:val="none" w:sz="0" w:space="0" w:color="auto"/>
      </w:divBdr>
      <w:divsChild>
        <w:div w:id="1271745730">
          <w:marLeft w:val="0"/>
          <w:marRight w:val="0"/>
          <w:marTop w:val="0"/>
          <w:marBottom w:val="0"/>
          <w:divBdr>
            <w:top w:val="none" w:sz="0" w:space="0" w:color="auto"/>
            <w:left w:val="none" w:sz="0" w:space="0" w:color="auto"/>
            <w:bottom w:val="none" w:sz="0" w:space="0" w:color="auto"/>
            <w:right w:val="none" w:sz="0" w:space="0" w:color="auto"/>
          </w:divBdr>
          <w:divsChild>
            <w:div w:id="1476293017">
              <w:marLeft w:val="0"/>
              <w:marRight w:val="0"/>
              <w:marTop w:val="0"/>
              <w:marBottom w:val="30"/>
              <w:divBdr>
                <w:top w:val="none" w:sz="0" w:space="0" w:color="auto"/>
                <w:left w:val="none" w:sz="0" w:space="0" w:color="auto"/>
                <w:bottom w:val="none" w:sz="0" w:space="0" w:color="auto"/>
                <w:right w:val="none" w:sz="0" w:space="0" w:color="auto"/>
              </w:divBdr>
            </w:div>
            <w:div w:id="877934671">
              <w:marLeft w:val="0"/>
              <w:marRight w:val="0"/>
              <w:marTop w:val="0"/>
              <w:marBottom w:val="0"/>
              <w:divBdr>
                <w:top w:val="none" w:sz="0" w:space="0" w:color="auto"/>
                <w:left w:val="none" w:sz="0" w:space="0" w:color="auto"/>
                <w:bottom w:val="none" w:sz="0" w:space="0" w:color="auto"/>
                <w:right w:val="none" w:sz="0" w:space="0" w:color="auto"/>
              </w:divBdr>
            </w:div>
          </w:divsChild>
        </w:div>
        <w:div w:id="1536193682">
          <w:marLeft w:val="0"/>
          <w:marRight w:val="0"/>
          <w:marTop w:val="0"/>
          <w:marBottom w:val="0"/>
          <w:divBdr>
            <w:top w:val="none" w:sz="0" w:space="0" w:color="auto"/>
            <w:left w:val="none" w:sz="0" w:space="0" w:color="auto"/>
            <w:bottom w:val="none" w:sz="0" w:space="0" w:color="auto"/>
            <w:right w:val="none" w:sz="0" w:space="0" w:color="auto"/>
          </w:divBdr>
        </w:div>
        <w:div w:id="1763142080">
          <w:marLeft w:val="0"/>
          <w:marRight w:val="0"/>
          <w:marTop w:val="0"/>
          <w:marBottom w:val="0"/>
          <w:divBdr>
            <w:top w:val="none" w:sz="0" w:space="0" w:color="auto"/>
            <w:left w:val="none" w:sz="0" w:space="0" w:color="auto"/>
            <w:bottom w:val="none" w:sz="0" w:space="0" w:color="auto"/>
            <w:right w:val="none" w:sz="0" w:space="0" w:color="auto"/>
          </w:divBdr>
          <w:divsChild>
            <w:div w:id="942886128">
              <w:marLeft w:val="0"/>
              <w:marRight w:val="0"/>
              <w:marTop w:val="0"/>
              <w:marBottom w:val="30"/>
              <w:divBdr>
                <w:top w:val="none" w:sz="0" w:space="0" w:color="auto"/>
                <w:left w:val="none" w:sz="0" w:space="0" w:color="auto"/>
                <w:bottom w:val="none" w:sz="0" w:space="0" w:color="auto"/>
                <w:right w:val="none" w:sz="0" w:space="0" w:color="auto"/>
              </w:divBdr>
            </w:div>
            <w:div w:id="1093667984">
              <w:marLeft w:val="0"/>
              <w:marRight w:val="0"/>
              <w:marTop w:val="0"/>
              <w:marBottom w:val="0"/>
              <w:divBdr>
                <w:top w:val="none" w:sz="0" w:space="0" w:color="auto"/>
                <w:left w:val="none" w:sz="0" w:space="0" w:color="auto"/>
                <w:bottom w:val="none" w:sz="0" w:space="0" w:color="auto"/>
                <w:right w:val="none" w:sz="0" w:space="0" w:color="auto"/>
              </w:divBdr>
            </w:div>
          </w:divsChild>
        </w:div>
        <w:div w:id="503277819">
          <w:marLeft w:val="0"/>
          <w:marRight w:val="0"/>
          <w:marTop w:val="0"/>
          <w:marBottom w:val="0"/>
          <w:divBdr>
            <w:top w:val="none" w:sz="0" w:space="0" w:color="auto"/>
            <w:left w:val="none" w:sz="0" w:space="0" w:color="auto"/>
            <w:bottom w:val="none" w:sz="0" w:space="0" w:color="auto"/>
            <w:right w:val="none" w:sz="0" w:space="0" w:color="auto"/>
          </w:divBdr>
        </w:div>
        <w:div w:id="23941738">
          <w:marLeft w:val="0"/>
          <w:marRight w:val="0"/>
          <w:marTop w:val="0"/>
          <w:marBottom w:val="0"/>
          <w:divBdr>
            <w:top w:val="none" w:sz="0" w:space="0" w:color="auto"/>
            <w:left w:val="none" w:sz="0" w:space="0" w:color="auto"/>
            <w:bottom w:val="none" w:sz="0" w:space="0" w:color="auto"/>
            <w:right w:val="none" w:sz="0" w:space="0" w:color="auto"/>
          </w:divBdr>
          <w:divsChild>
            <w:div w:id="344868000">
              <w:marLeft w:val="0"/>
              <w:marRight w:val="0"/>
              <w:marTop w:val="0"/>
              <w:marBottom w:val="30"/>
              <w:divBdr>
                <w:top w:val="none" w:sz="0" w:space="0" w:color="auto"/>
                <w:left w:val="none" w:sz="0" w:space="0" w:color="auto"/>
                <w:bottom w:val="none" w:sz="0" w:space="0" w:color="auto"/>
                <w:right w:val="none" w:sz="0" w:space="0" w:color="auto"/>
              </w:divBdr>
            </w:div>
            <w:div w:id="1073891026">
              <w:marLeft w:val="0"/>
              <w:marRight w:val="0"/>
              <w:marTop w:val="0"/>
              <w:marBottom w:val="0"/>
              <w:divBdr>
                <w:top w:val="none" w:sz="0" w:space="0" w:color="auto"/>
                <w:left w:val="none" w:sz="0" w:space="0" w:color="auto"/>
                <w:bottom w:val="none" w:sz="0" w:space="0" w:color="auto"/>
                <w:right w:val="none" w:sz="0" w:space="0" w:color="auto"/>
              </w:divBdr>
            </w:div>
          </w:divsChild>
        </w:div>
        <w:div w:id="1233665354">
          <w:marLeft w:val="0"/>
          <w:marRight w:val="0"/>
          <w:marTop w:val="0"/>
          <w:marBottom w:val="0"/>
          <w:divBdr>
            <w:top w:val="none" w:sz="0" w:space="0" w:color="auto"/>
            <w:left w:val="none" w:sz="0" w:space="0" w:color="auto"/>
            <w:bottom w:val="none" w:sz="0" w:space="0" w:color="auto"/>
            <w:right w:val="none" w:sz="0" w:space="0" w:color="auto"/>
          </w:divBdr>
        </w:div>
        <w:div w:id="1044215169">
          <w:marLeft w:val="0"/>
          <w:marRight w:val="0"/>
          <w:marTop w:val="0"/>
          <w:marBottom w:val="0"/>
          <w:divBdr>
            <w:top w:val="none" w:sz="0" w:space="0" w:color="auto"/>
            <w:left w:val="none" w:sz="0" w:space="0" w:color="auto"/>
            <w:bottom w:val="none" w:sz="0" w:space="0" w:color="auto"/>
            <w:right w:val="none" w:sz="0" w:space="0" w:color="auto"/>
          </w:divBdr>
          <w:divsChild>
            <w:div w:id="1340934232">
              <w:marLeft w:val="0"/>
              <w:marRight w:val="0"/>
              <w:marTop w:val="0"/>
              <w:marBottom w:val="30"/>
              <w:divBdr>
                <w:top w:val="none" w:sz="0" w:space="0" w:color="auto"/>
                <w:left w:val="none" w:sz="0" w:space="0" w:color="auto"/>
                <w:bottom w:val="none" w:sz="0" w:space="0" w:color="auto"/>
                <w:right w:val="none" w:sz="0" w:space="0" w:color="auto"/>
              </w:divBdr>
            </w:div>
            <w:div w:id="553085090">
              <w:marLeft w:val="0"/>
              <w:marRight w:val="0"/>
              <w:marTop w:val="0"/>
              <w:marBottom w:val="0"/>
              <w:divBdr>
                <w:top w:val="none" w:sz="0" w:space="0" w:color="auto"/>
                <w:left w:val="none" w:sz="0" w:space="0" w:color="auto"/>
                <w:bottom w:val="none" w:sz="0" w:space="0" w:color="auto"/>
                <w:right w:val="none" w:sz="0" w:space="0" w:color="auto"/>
              </w:divBdr>
            </w:div>
          </w:divsChild>
        </w:div>
        <w:div w:id="331563565">
          <w:marLeft w:val="0"/>
          <w:marRight w:val="0"/>
          <w:marTop w:val="0"/>
          <w:marBottom w:val="0"/>
          <w:divBdr>
            <w:top w:val="none" w:sz="0" w:space="0" w:color="auto"/>
            <w:left w:val="none" w:sz="0" w:space="0" w:color="auto"/>
            <w:bottom w:val="none" w:sz="0" w:space="0" w:color="auto"/>
            <w:right w:val="none" w:sz="0" w:space="0" w:color="auto"/>
          </w:divBdr>
        </w:div>
        <w:div w:id="1512451243">
          <w:marLeft w:val="0"/>
          <w:marRight w:val="0"/>
          <w:marTop w:val="0"/>
          <w:marBottom w:val="0"/>
          <w:divBdr>
            <w:top w:val="none" w:sz="0" w:space="0" w:color="auto"/>
            <w:left w:val="none" w:sz="0" w:space="0" w:color="auto"/>
            <w:bottom w:val="none" w:sz="0" w:space="0" w:color="auto"/>
            <w:right w:val="none" w:sz="0" w:space="0" w:color="auto"/>
          </w:divBdr>
          <w:divsChild>
            <w:div w:id="1676611204">
              <w:marLeft w:val="0"/>
              <w:marRight w:val="0"/>
              <w:marTop w:val="0"/>
              <w:marBottom w:val="30"/>
              <w:divBdr>
                <w:top w:val="none" w:sz="0" w:space="0" w:color="auto"/>
                <w:left w:val="none" w:sz="0" w:space="0" w:color="auto"/>
                <w:bottom w:val="none" w:sz="0" w:space="0" w:color="auto"/>
                <w:right w:val="none" w:sz="0" w:space="0" w:color="auto"/>
              </w:divBdr>
            </w:div>
            <w:div w:id="1635133342">
              <w:marLeft w:val="0"/>
              <w:marRight w:val="0"/>
              <w:marTop w:val="0"/>
              <w:marBottom w:val="0"/>
              <w:divBdr>
                <w:top w:val="none" w:sz="0" w:space="0" w:color="auto"/>
                <w:left w:val="none" w:sz="0" w:space="0" w:color="auto"/>
                <w:bottom w:val="none" w:sz="0" w:space="0" w:color="auto"/>
                <w:right w:val="none" w:sz="0" w:space="0" w:color="auto"/>
              </w:divBdr>
            </w:div>
          </w:divsChild>
        </w:div>
        <w:div w:id="1053238558">
          <w:marLeft w:val="0"/>
          <w:marRight w:val="0"/>
          <w:marTop w:val="0"/>
          <w:marBottom w:val="0"/>
          <w:divBdr>
            <w:top w:val="none" w:sz="0" w:space="0" w:color="auto"/>
            <w:left w:val="none" w:sz="0" w:space="0" w:color="auto"/>
            <w:bottom w:val="none" w:sz="0" w:space="0" w:color="auto"/>
            <w:right w:val="none" w:sz="0" w:space="0" w:color="auto"/>
          </w:divBdr>
        </w:div>
        <w:div w:id="1067875290">
          <w:marLeft w:val="0"/>
          <w:marRight w:val="0"/>
          <w:marTop w:val="0"/>
          <w:marBottom w:val="0"/>
          <w:divBdr>
            <w:top w:val="none" w:sz="0" w:space="0" w:color="auto"/>
            <w:left w:val="none" w:sz="0" w:space="0" w:color="auto"/>
            <w:bottom w:val="none" w:sz="0" w:space="0" w:color="auto"/>
            <w:right w:val="none" w:sz="0" w:space="0" w:color="auto"/>
          </w:divBdr>
          <w:divsChild>
            <w:div w:id="174460903">
              <w:marLeft w:val="0"/>
              <w:marRight w:val="0"/>
              <w:marTop w:val="0"/>
              <w:marBottom w:val="30"/>
              <w:divBdr>
                <w:top w:val="none" w:sz="0" w:space="0" w:color="auto"/>
                <w:left w:val="none" w:sz="0" w:space="0" w:color="auto"/>
                <w:bottom w:val="none" w:sz="0" w:space="0" w:color="auto"/>
                <w:right w:val="none" w:sz="0" w:space="0" w:color="auto"/>
              </w:divBdr>
            </w:div>
            <w:div w:id="359552992">
              <w:marLeft w:val="0"/>
              <w:marRight w:val="0"/>
              <w:marTop w:val="0"/>
              <w:marBottom w:val="0"/>
              <w:divBdr>
                <w:top w:val="none" w:sz="0" w:space="0" w:color="auto"/>
                <w:left w:val="none" w:sz="0" w:space="0" w:color="auto"/>
                <w:bottom w:val="none" w:sz="0" w:space="0" w:color="auto"/>
                <w:right w:val="none" w:sz="0" w:space="0" w:color="auto"/>
              </w:divBdr>
            </w:div>
          </w:divsChild>
        </w:div>
        <w:div w:id="2042591507">
          <w:marLeft w:val="0"/>
          <w:marRight w:val="0"/>
          <w:marTop w:val="0"/>
          <w:marBottom w:val="0"/>
          <w:divBdr>
            <w:top w:val="none" w:sz="0" w:space="0" w:color="auto"/>
            <w:left w:val="none" w:sz="0" w:space="0" w:color="auto"/>
            <w:bottom w:val="none" w:sz="0" w:space="0" w:color="auto"/>
            <w:right w:val="none" w:sz="0" w:space="0" w:color="auto"/>
          </w:divBdr>
        </w:div>
        <w:div w:id="353193405">
          <w:marLeft w:val="0"/>
          <w:marRight w:val="0"/>
          <w:marTop w:val="0"/>
          <w:marBottom w:val="0"/>
          <w:divBdr>
            <w:top w:val="none" w:sz="0" w:space="0" w:color="auto"/>
            <w:left w:val="none" w:sz="0" w:space="0" w:color="auto"/>
            <w:bottom w:val="none" w:sz="0" w:space="0" w:color="auto"/>
            <w:right w:val="none" w:sz="0" w:space="0" w:color="auto"/>
          </w:divBdr>
          <w:divsChild>
            <w:div w:id="1811165359">
              <w:marLeft w:val="0"/>
              <w:marRight w:val="0"/>
              <w:marTop w:val="0"/>
              <w:marBottom w:val="30"/>
              <w:divBdr>
                <w:top w:val="none" w:sz="0" w:space="0" w:color="auto"/>
                <w:left w:val="none" w:sz="0" w:space="0" w:color="auto"/>
                <w:bottom w:val="none" w:sz="0" w:space="0" w:color="auto"/>
                <w:right w:val="none" w:sz="0" w:space="0" w:color="auto"/>
              </w:divBdr>
            </w:div>
            <w:div w:id="120890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528103">
      <w:bodyDiv w:val="1"/>
      <w:marLeft w:val="0"/>
      <w:marRight w:val="0"/>
      <w:marTop w:val="0"/>
      <w:marBottom w:val="0"/>
      <w:divBdr>
        <w:top w:val="none" w:sz="0" w:space="0" w:color="auto"/>
        <w:left w:val="none" w:sz="0" w:space="0" w:color="auto"/>
        <w:bottom w:val="none" w:sz="0" w:space="0" w:color="auto"/>
        <w:right w:val="none" w:sz="0" w:space="0" w:color="auto"/>
      </w:divBdr>
    </w:div>
    <w:div w:id="2104374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ycheese.agency/" TargetMode="External"/><Relationship Id="rId3" Type="http://schemas.openxmlformats.org/officeDocument/2006/relationships/settings" Target="settings.xml"/><Relationship Id="rId7" Type="http://schemas.openxmlformats.org/officeDocument/2006/relationships/hyperlink" Target="https://saycheese.agency/event/zo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jg@saycheese.agency" TargetMode="External"/></Relationships>
</file>

<file path=word/_rels/header1.xml.rels><?xml version="1.0" encoding="UTF-8" standalone="yes"?>
<Relationships xmlns="http://schemas.openxmlformats.org/package/2006/relationships"><Relationship Id="rId2" Type="http://schemas.openxmlformats.org/officeDocument/2006/relationships/image" Target="https://lh7-rt.googleusercontent.com/docsz/AD_4nXddtX2d6YHfMT-RcJR69KP4Jk1g1lRIiA_16o9wqLLk0ZlJ1kxYk8-YQUrNML1go6O5Ga-rfX7OG0G_iTJotlCp_GtsfvoisxoBUVyWLNVX4aWXKJOd_dD9KvuD8NUERlPUksZH?key=qjsgNxkMXNGrtY-WvVC2QYZ8"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nasgruber/Library/Group%20Containers/UBF8T346G9.Office/User%20Content.localized/Templates.localized/Infomaterial_Vorlag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Infomaterial_Vorlage.dotx</Template>
  <TotalTime>0</TotalTime>
  <Pages>5</Pages>
  <Words>937</Words>
  <Characters>5904</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Gruber</dc:creator>
  <cp:keywords/>
  <dc:description/>
  <cp:lastModifiedBy>Jonas Gruber</cp:lastModifiedBy>
  <cp:revision>13</cp:revision>
  <dcterms:created xsi:type="dcterms:W3CDTF">2025-01-30T13:07:00Z</dcterms:created>
  <dcterms:modified xsi:type="dcterms:W3CDTF">2025-03-18T10:31:00Z</dcterms:modified>
</cp:coreProperties>
</file>